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D057E" w14:textId="726BF3BF" w:rsidR="00A37662" w:rsidRDefault="00860BCF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43257AB" wp14:editId="4D9EA1AD">
                <wp:simplePos x="0" y="0"/>
                <wp:positionH relativeFrom="column">
                  <wp:posOffset>3060700</wp:posOffset>
                </wp:positionH>
                <wp:positionV relativeFrom="paragraph">
                  <wp:posOffset>-810260</wp:posOffset>
                </wp:positionV>
                <wp:extent cx="849600" cy="583200"/>
                <wp:effectExtent l="0" t="0" r="0" b="762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00" cy="58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5D3F32" w14:textId="77777777" w:rsidR="00860BCF" w:rsidRDefault="00860BCF" w:rsidP="00860BCF">
                            <w:r w:rsidRPr="00AC0CA3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31D7CD2" wp14:editId="5D4A4B05">
                                  <wp:extent cx="648000" cy="450000"/>
                                  <wp:effectExtent l="0" t="0" r="0" b="7620"/>
                                  <wp:docPr id="4" name="Immagine 4" descr="C:\Users\a04185\Desktop\European_Commission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04185\Desktop\European_Commission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000" cy="45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257AB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41pt;margin-top:-63.8pt;width:66.9pt;height:45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" filled="f" stroked="f" strokeweight=".5pt">
                <v:textbox>
                  <w:txbxContent>
                    <w:p w14:paraId="5A5D3F32" w14:textId="77777777" w:rsidR="00860BCF" w:rsidRDefault="00860BCF" w:rsidP="00860BCF">
                      <w:r w:rsidRPr="00AC0CA3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31D7CD2" wp14:editId="5D4A4B05">
                            <wp:extent cx="648000" cy="450000"/>
                            <wp:effectExtent l="0" t="0" r="0" b="7620"/>
                            <wp:docPr id="4" name="Immagine 4" descr="C:\Users\a04185\Desktop\European_Commission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04185\Desktop\European_Commission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000" cy="450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44E5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30D1CA3" wp14:editId="3A87CBF6">
                <wp:simplePos x="0" y="0"/>
                <wp:positionH relativeFrom="column">
                  <wp:posOffset>3723005</wp:posOffset>
                </wp:positionH>
                <wp:positionV relativeFrom="paragraph">
                  <wp:posOffset>-785165</wp:posOffset>
                </wp:positionV>
                <wp:extent cx="1360800" cy="532800"/>
                <wp:effectExtent l="0" t="0" r="0" b="635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800" cy="53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C629D8" w14:textId="77777777" w:rsidR="00744E58" w:rsidRDefault="00744E58" w:rsidP="00744E58">
                            <w:r w:rsidRPr="00D85552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3FF506A" wp14:editId="74BC9D24">
                                  <wp:extent cx="1076400" cy="396000"/>
                                  <wp:effectExtent l="0" t="0" r="0" b="4445"/>
                                  <wp:docPr id="25" name="Immagine 25" descr="C:\Users\a04185\Downloads\logo competition 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a04185\Downloads\logo competition 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6400" cy="39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D1CA3" id="Casella di testo 30" o:spid="_x0000_s1027" type="#_x0000_t202" style="position:absolute;left:0;text-align:left;margin-left:293.15pt;margin-top:-61.8pt;width:107.15pt;height:41.9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" filled="f" stroked="f" strokeweight=".5pt">
                <v:textbox>
                  <w:txbxContent>
                    <w:p w14:paraId="1FC629D8" w14:textId="77777777" w:rsidR="00744E58" w:rsidRDefault="00744E58" w:rsidP="00744E58">
                      <w:r w:rsidRPr="00D85552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3FF506A" wp14:editId="74BC9D24">
                            <wp:extent cx="1076400" cy="396000"/>
                            <wp:effectExtent l="0" t="0" r="0" b="4445"/>
                            <wp:docPr id="25" name="Immagine 25" descr="C:\Users\a04185\Downloads\logo competition 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a04185\Downloads\logo competition 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6400" cy="39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44E58" w:rsidRPr="00744E58">
        <w:rPr>
          <w:noProof/>
          <w:lang w:eastAsia="it-IT"/>
        </w:rPr>
        <w:t>https://interreg.eu/</w:t>
      </w:r>
      <w:r w:rsidR="001C67B9" w:rsidRPr="00A37662">
        <w:rPr>
          <w:noProof/>
          <w:lang w:eastAsia="it-IT"/>
        </w:rPr>
        <w:drawing>
          <wp:anchor distT="0" distB="0" distL="114300" distR="114300" simplePos="0" relativeHeight="251658242" behindDoc="0" locked="0" layoutInCell="1" allowOverlap="1" wp14:anchorId="5AF3693F" wp14:editId="5FCC8C76">
            <wp:simplePos x="0" y="0"/>
            <wp:positionH relativeFrom="margin">
              <wp:posOffset>101</wp:posOffset>
            </wp:positionH>
            <wp:positionV relativeFrom="paragraph">
              <wp:posOffset>-784726</wp:posOffset>
            </wp:positionV>
            <wp:extent cx="6120130" cy="493725"/>
            <wp:effectExtent l="0" t="0" r="1270" b="1905"/>
            <wp:wrapNone/>
            <wp:docPr id="1491360603" name="Immagine 149136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360603" name="Immagin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7416" cy="52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7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749AD" wp14:editId="56823881">
                <wp:simplePos x="0" y="0"/>
                <wp:positionH relativeFrom="column">
                  <wp:posOffset>-720090</wp:posOffset>
                </wp:positionH>
                <wp:positionV relativeFrom="paragraph">
                  <wp:posOffset>-1495598</wp:posOffset>
                </wp:positionV>
                <wp:extent cx="7564582" cy="10792287"/>
                <wp:effectExtent l="0" t="0" r="17780" b="15875"/>
                <wp:wrapNone/>
                <wp:docPr id="1584548465" name="Rettangolo 1584548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582" cy="1079228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45AF8" id="Rettangolo 6" o:spid="_x0000_s1026" style="position:absolute;margin-left:-56.7pt;margin-top:-117.75pt;width:595.65pt;height:849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" fillcolor="#f2f2f2 [3052]" strokecolor="#040813 [484]" strokeweight="1pt"/>
            </w:pict>
          </mc:Fallback>
        </mc:AlternateContent>
      </w:r>
    </w:p>
    <w:p w14:paraId="54DD437A" w14:textId="76BCC5FD" w:rsidR="00F04F4D" w:rsidRPr="00F04F4D" w:rsidRDefault="006F6513" w:rsidP="00F04F4D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79A0222" wp14:editId="44F00D51">
                <wp:simplePos x="0" y="0"/>
                <wp:positionH relativeFrom="margin">
                  <wp:align>right</wp:align>
                </wp:positionH>
                <wp:positionV relativeFrom="paragraph">
                  <wp:posOffset>464337</wp:posOffset>
                </wp:positionV>
                <wp:extent cx="6120130" cy="3032567"/>
                <wp:effectExtent l="0" t="0" r="0" b="0"/>
                <wp:wrapNone/>
                <wp:docPr id="754220734" name="Casella di testo 754220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032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E8312A" w14:textId="554DDA6B" w:rsidR="00516A0C" w:rsidRPr="00277EA2" w:rsidRDefault="00516A0C" w:rsidP="009816E1">
                            <w:pPr>
                              <w:pStyle w:val="Titolo"/>
                              <w:jc w:val="both"/>
                              <w:rPr>
                                <w:iCs/>
                              </w:rPr>
                            </w:pPr>
                            <w:r w:rsidRPr="00277EA2">
                              <w:rPr>
                                <w:iCs/>
                              </w:rPr>
                              <w:t>STUDENTS4COOPERATION</w:t>
                            </w:r>
                          </w:p>
                          <w:p w14:paraId="62B58986" w14:textId="0294DF10" w:rsidR="00F04F4D" w:rsidRPr="00277EA2" w:rsidRDefault="005A4F16" w:rsidP="009816E1">
                            <w:pPr>
                              <w:pStyle w:val="Titolo"/>
                              <w:jc w:val="both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277EA2">
                              <w:rPr>
                                <w:i/>
                                <w:sz w:val="44"/>
                                <w:szCs w:val="44"/>
                              </w:rPr>
                              <w:t xml:space="preserve">Competizione </w:t>
                            </w:r>
                            <w:r w:rsidR="00516A0C" w:rsidRPr="00277EA2">
                              <w:rPr>
                                <w:i/>
                                <w:sz w:val="44"/>
                                <w:szCs w:val="44"/>
                              </w:rPr>
                              <w:t xml:space="preserve">Interreg </w:t>
                            </w:r>
                            <w:r w:rsidRPr="00277EA2">
                              <w:rPr>
                                <w:i/>
                                <w:sz w:val="44"/>
                                <w:szCs w:val="44"/>
                              </w:rPr>
                              <w:t xml:space="preserve">per </w:t>
                            </w:r>
                            <w:r w:rsidR="00516A0C" w:rsidRPr="00277EA2">
                              <w:rPr>
                                <w:i/>
                                <w:sz w:val="44"/>
                                <w:szCs w:val="44"/>
                              </w:rPr>
                              <w:t>le scuole superiori</w:t>
                            </w:r>
                          </w:p>
                          <w:p w14:paraId="6D00BDCD" w14:textId="77777777" w:rsidR="00B50654" w:rsidRDefault="00B50654" w:rsidP="00B50654"/>
                          <w:p w14:paraId="51BF1924" w14:textId="77777777" w:rsidR="00B50654" w:rsidRPr="00B50654" w:rsidRDefault="00B50654" w:rsidP="00B50654"/>
                          <w:p w14:paraId="000136C9" w14:textId="67BB7F78" w:rsidR="006F6513" w:rsidRPr="00744E58" w:rsidRDefault="00FB36B4" w:rsidP="009816E1">
                            <w:pPr>
                              <w:pStyle w:val="Titolo"/>
                              <w:jc w:val="both"/>
                              <w:rPr>
                                <w:i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ALLEGATO </w:t>
                            </w:r>
                            <w:r w:rsidR="00277EA2">
                              <w:rPr>
                                <w:iCs/>
                                <w:sz w:val="44"/>
                                <w:szCs w:val="44"/>
                              </w:rPr>
                              <w:t>4</w:t>
                            </w:r>
                            <w:r w:rsidR="00727F74">
                              <w:rPr>
                                <w:iCs/>
                                <w:sz w:val="44"/>
                                <w:szCs w:val="44"/>
                              </w:rPr>
                              <w:t>A</w:t>
                            </w:r>
                            <w:r w:rsidR="00277EA2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>–</w:t>
                            </w:r>
                            <w:r w:rsidR="00277EA2">
                              <w:rPr>
                                <w:i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A4F16" w:rsidRPr="00744E58">
                              <w:rPr>
                                <w:iCs/>
                                <w:sz w:val="44"/>
                                <w:szCs w:val="44"/>
                              </w:rPr>
                              <w:t>M</w:t>
                            </w:r>
                            <w:r>
                              <w:rPr>
                                <w:iCs/>
                                <w:sz w:val="44"/>
                                <w:szCs w:val="44"/>
                              </w:rPr>
                              <w:t>odello idea progettuale</w:t>
                            </w:r>
                          </w:p>
                          <w:p w14:paraId="1EFBC410" w14:textId="281831BB" w:rsidR="00F04F4D" w:rsidRPr="0035554B" w:rsidRDefault="001842BE" w:rsidP="00087FA5">
                            <w:pPr>
                              <w:pStyle w:val="Titolo"/>
                              <w:jc w:val="both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35554B">
                              <w:rPr>
                                <w:i/>
                                <w:sz w:val="44"/>
                                <w:szCs w:val="44"/>
                              </w:rPr>
                              <w:t>Italiano e inglese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A0222" id="Casella di testo 754220734" o:spid="_x0000_s1028" type="#_x0000_t202" style="position:absolute;left:0;text-align:left;margin-left:430.7pt;margin-top:36.55pt;width:481.9pt;height:238.8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" filled="f" stroked="f" strokeweight=".5pt">
                <v:textbox>
                  <w:txbxContent>
                    <w:p w14:paraId="1FE8312A" w14:textId="554DDA6B" w:rsidR="00516A0C" w:rsidRPr="00277EA2" w:rsidRDefault="00516A0C" w:rsidP="009816E1">
                      <w:pPr>
                        <w:pStyle w:val="Titolo"/>
                        <w:jc w:val="both"/>
                        <w:rPr>
                          <w:iCs/>
                        </w:rPr>
                      </w:pPr>
                      <w:r w:rsidRPr="00277EA2">
                        <w:rPr>
                          <w:iCs/>
                        </w:rPr>
                        <w:t>STUDENTS4COOPERATION</w:t>
                      </w:r>
                    </w:p>
                    <w:p w14:paraId="62B58986" w14:textId="0294DF10" w:rsidR="00F04F4D" w:rsidRPr="00277EA2" w:rsidRDefault="005A4F16" w:rsidP="009816E1">
                      <w:pPr>
                        <w:pStyle w:val="Titolo"/>
                        <w:jc w:val="both"/>
                        <w:rPr>
                          <w:i/>
                          <w:sz w:val="44"/>
                          <w:szCs w:val="44"/>
                        </w:rPr>
                      </w:pPr>
                      <w:r w:rsidRPr="00277EA2">
                        <w:rPr>
                          <w:i/>
                          <w:sz w:val="44"/>
                          <w:szCs w:val="44"/>
                        </w:rPr>
                        <w:t xml:space="preserve">Competizione </w:t>
                      </w:r>
                      <w:r w:rsidR="00516A0C" w:rsidRPr="00277EA2">
                        <w:rPr>
                          <w:i/>
                          <w:sz w:val="44"/>
                          <w:szCs w:val="44"/>
                        </w:rPr>
                        <w:t xml:space="preserve">Interreg </w:t>
                      </w:r>
                      <w:r w:rsidRPr="00277EA2">
                        <w:rPr>
                          <w:i/>
                          <w:sz w:val="44"/>
                          <w:szCs w:val="44"/>
                        </w:rPr>
                        <w:t xml:space="preserve">per </w:t>
                      </w:r>
                      <w:r w:rsidR="00516A0C" w:rsidRPr="00277EA2">
                        <w:rPr>
                          <w:i/>
                          <w:sz w:val="44"/>
                          <w:szCs w:val="44"/>
                        </w:rPr>
                        <w:t>le scuole superiori</w:t>
                      </w:r>
                    </w:p>
                    <w:p w14:paraId="6D00BDCD" w14:textId="77777777" w:rsidR="00B50654" w:rsidRDefault="00B50654" w:rsidP="00B50654"/>
                    <w:p w14:paraId="51BF1924" w14:textId="77777777" w:rsidR="00B50654" w:rsidRPr="00B50654" w:rsidRDefault="00B50654" w:rsidP="00B50654"/>
                    <w:p w14:paraId="000136C9" w14:textId="67BB7F78" w:rsidR="006F6513" w:rsidRPr="00744E58" w:rsidRDefault="00FB36B4" w:rsidP="009816E1">
                      <w:pPr>
                        <w:pStyle w:val="Titolo"/>
                        <w:jc w:val="both"/>
                        <w:rPr>
                          <w:iCs/>
                          <w:sz w:val="44"/>
                          <w:szCs w:val="44"/>
                        </w:rPr>
                      </w:pPr>
                      <w:r>
                        <w:rPr>
                          <w:iCs/>
                          <w:sz w:val="44"/>
                          <w:szCs w:val="44"/>
                        </w:rPr>
                        <w:t xml:space="preserve">ALLEGATO </w:t>
                      </w:r>
                      <w:r w:rsidR="00277EA2">
                        <w:rPr>
                          <w:iCs/>
                          <w:sz w:val="44"/>
                          <w:szCs w:val="44"/>
                        </w:rPr>
                        <w:t>4</w:t>
                      </w:r>
                      <w:r w:rsidR="00727F74">
                        <w:rPr>
                          <w:iCs/>
                          <w:sz w:val="44"/>
                          <w:szCs w:val="44"/>
                        </w:rPr>
                        <w:t>A</w:t>
                      </w:r>
                      <w:r w:rsidR="00277EA2">
                        <w:rPr>
                          <w:iCs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iCs/>
                          <w:sz w:val="44"/>
                          <w:szCs w:val="44"/>
                        </w:rPr>
                        <w:t>–</w:t>
                      </w:r>
                      <w:r w:rsidR="00277EA2">
                        <w:rPr>
                          <w:iCs/>
                          <w:sz w:val="44"/>
                          <w:szCs w:val="44"/>
                        </w:rPr>
                        <w:t xml:space="preserve"> </w:t>
                      </w:r>
                      <w:r w:rsidR="005A4F16" w:rsidRPr="00744E58">
                        <w:rPr>
                          <w:iCs/>
                          <w:sz w:val="44"/>
                          <w:szCs w:val="44"/>
                        </w:rPr>
                        <w:t>M</w:t>
                      </w:r>
                      <w:r>
                        <w:rPr>
                          <w:iCs/>
                          <w:sz w:val="44"/>
                          <w:szCs w:val="44"/>
                        </w:rPr>
                        <w:t>odello idea progettuale</w:t>
                      </w:r>
                    </w:p>
                    <w:p w14:paraId="1EFBC410" w14:textId="281831BB" w:rsidR="00F04F4D" w:rsidRPr="0035554B" w:rsidRDefault="001842BE" w:rsidP="00087FA5">
                      <w:pPr>
                        <w:pStyle w:val="Titolo"/>
                        <w:jc w:val="both"/>
                        <w:rPr>
                          <w:i/>
                          <w:sz w:val="44"/>
                          <w:szCs w:val="44"/>
                        </w:rPr>
                      </w:pPr>
                      <w:r w:rsidRPr="0035554B">
                        <w:rPr>
                          <w:i/>
                          <w:sz w:val="44"/>
                          <w:szCs w:val="44"/>
                        </w:rPr>
                        <w:t>Italiano e inglese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58A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CBE91B7" wp14:editId="18800253">
                <wp:simplePos x="0" y="0"/>
                <wp:positionH relativeFrom="margin">
                  <wp:align>left</wp:align>
                </wp:positionH>
                <wp:positionV relativeFrom="paragraph">
                  <wp:posOffset>3848735</wp:posOffset>
                </wp:positionV>
                <wp:extent cx="2502000" cy="464400"/>
                <wp:effectExtent l="0" t="0" r="0" b="0"/>
                <wp:wrapNone/>
                <wp:docPr id="7637068" name="Casella di testo 7637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2000" cy="46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EE044" w14:textId="2F97ADC8" w:rsidR="00A37662" w:rsidRPr="009816E1" w:rsidRDefault="00516A0C">
                            <w:pP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>Agosto</w:t>
                            </w:r>
                            <w:r w:rsidR="00A37662" w:rsidRPr="009816E1">
                              <w:rPr>
                                <w:rFonts w:cs="Open Sans"/>
                                <w:iCs/>
                                <w:color w:val="1E3D86"/>
                                <w:sz w:val="28"/>
                                <w:szCs w:val="28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E91B7" id="Casella di testo 7637068" o:spid="_x0000_s1029" type="#_x0000_t202" style="position:absolute;left:0;text-align:left;margin-left:0;margin-top:303.05pt;width:197pt;height:36.5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" filled="f" stroked="f" strokeweight=".5pt">
                <v:textbox>
                  <w:txbxContent>
                    <w:p w14:paraId="75EEE044" w14:textId="2F97ADC8" w:rsidR="00A37662" w:rsidRPr="009816E1" w:rsidRDefault="00516A0C">
                      <w:pP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>Agosto</w:t>
                      </w:r>
                      <w:r w:rsidR="00A37662" w:rsidRPr="009816E1">
                        <w:rPr>
                          <w:rFonts w:cs="Open Sans"/>
                          <w:iCs/>
                          <w:color w:val="1E3D86"/>
                          <w:sz w:val="28"/>
                          <w:szCs w:val="28"/>
                        </w:rPr>
                        <w:t xml:space="preserve"> 2024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7B9">
        <w:rPr>
          <w:noProof/>
          <w:lang w:eastAsia="it-IT"/>
        </w:rPr>
        <w:drawing>
          <wp:anchor distT="0" distB="0" distL="114300" distR="114300" simplePos="0" relativeHeight="251658244" behindDoc="0" locked="0" layoutInCell="1" allowOverlap="1" wp14:anchorId="5EEE5EE4" wp14:editId="79BB44E4">
            <wp:simplePos x="0" y="0"/>
            <wp:positionH relativeFrom="column">
              <wp:posOffset>-865405</wp:posOffset>
            </wp:positionH>
            <wp:positionV relativeFrom="paragraph">
              <wp:posOffset>4461510</wp:posOffset>
            </wp:positionV>
            <wp:extent cx="7924072" cy="5576777"/>
            <wp:effectExtent l="0" t="0" r="1270" b="0"/>
            <wp:wrapNone/>
            <wp:docPr id="1145812468" name="Immagine 1145812468" descr="Immagine che contiene Elementi grafici, Carattere, grafica, Policrom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812468" name="Immagine 7" descr="Immagine che contiene Elementi grafici, Carattere, grafica, Policromia&#10;&#10;Descrizione generata automaticamen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072" cy="557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662">
        <w:br w:type="page"/>
      </w:r>
    </w:p>
    <w:p w14:paraId="77990C26" w14:textId="548D2174" w:rsidR="005A4F16" w:rsidRPr="005A4F16" w:rsidRDefault="005A4F16" w:rsidP="005A4F16">
      <w:pPr>
        <w:rPr>
          <w:b/>
        </w:rPr>
      </w:pPr>
      <w:r w:rsidRPr="005A4F16">
        <w:rPr>
          <w:b/>
        </w:rPr>
        <w:lastRenderedPageBreak/>
        <w:t>Questo è il modello da utilizzare per redigere la proposta della vostra idea progettuale. La sua completezza sarà valutata durante il processo di selezione.</w:t>
      </w:r>
    </w:p>
    <w:p w14:paraId="45492F17" w14:textId="7410332B" w:rsidR="005A4F16" w:rsidRDefault="005A4F16" w:rsidP="005A4F16">
      <w:pPr>
        <w:rPr>
          <w:b/>
        </w:rPr>
      </w:pPr>
      <w:r w:rsidRPr="005A4F16">
        <w:rPr>
          <w:b/>
        </w:rPr>
        <w:t xml:space="preserve">Il modello deve essere compilato in italiano </w:t>
      </w:r>
      <w:r w:rsidRPr="00334A5A">
        <w:rPr>
          <w:b/>
          <w:u w:val="single"/>
        </w:rPr>
        <w:t>e</w:t>
      </w:r>
      <w:r w:rsidRPr="005A4F16">
        <w:rPr>
          <w:b/>
        </w:rPr>
        <w:t xml:space="preserve"> in inglese e dovrà essere lungo circa 1000 parole (carattere: Times New Roman, 11) </w:t>
      </w:r>
      <w:r w:rsidR="00143566">
        <w:rPr>
          <w:b/>
        </w:rPr>
        <w:t>per ogni lingua</w:t>
      </w:r>
      <w:r w:rsidRPr="005A4F16">
        <w:rPr>
          <w:b/>
        </w:rPr>
        <w:t>.</w:t>
      </w:r>
    </w:p>
    <w:p w14:paraId="4838DB52" w14:textId="77777777" w:rsidR="005A4F16" w:rsidRPr="005A4F16" w:rsidRDefault="005A4F16" w:rsidP="005A4F16">
      <w:pPr>
        <w:rPr>
          <w:b/>
        </w:rPr>
      </w:pPr>
    </w:p>
    <w:p w14:paraId="6E87A0A1" w14:textId="48A71FB8" w:rsidR="005A4F16" w:rsidRDefault="005A4F16" w:rsidP="00BF59D3">
      <w:pPr>
        <w:pStyle w:val="Titolo2"/>
        <w:numPr>
          <w:ilvl w:val="0"/>
          <w:numId w:val="4"/>
        </w:numPr>
        <w:rPr>
          <w:rFonts w:eastAsia="Calibri"/>
        </w:rPr>
      </w:pPr>
      <w:r>
        <w:rPr>
          <w:rFonts w:eastAsia="Calibri"/>
        </w:rPr>
        <w:t>Informazioni base:</w:t>
      </w:r>
    </w:p>
    <w:p w14:paraId="06F4E5F8" w14:textId="12BE1F41" w:rsidR="005A4F16" w:rsidRDefault="005A4F16" w:rsidP="005A4F16">
      <w:pPr>
        <w:pStyle w:val="Titolo3"/>
      </w:pPr>
      <w:r>
        <w:t>Scuola:</w:t>
      </w:r>
    </w:p>
    <w:p w14:paraId="30E7886A" w14:textId="5F744D8D" w:rsidR="005A4F16" w:rsidRDefault="005A4F16" w:rsidP="00402D06">
      <w:pPr>
        <w:pStyle w:val="Titolo3"/>
      </w:pPr>
      <w:r>
        <w:t xml:space="preserve">Indirizzo scolastico </w:t>
      </w:r>
      <w:r w:rsidRPr="005875C5">
        <w:rPr>
          <w:sz w:val="22"/>
          <w:szCs w:val="22"/>
        </w:rPr>
        <w:t xml:space="preserve">(nel caso in cui </w:t>
      </w:r>
      <w:r w:rsidR="00402D06" w:rsidRPr="005875C5">
        <w:rPr>
          <w:sz w:val="22"/>
          <w:szCs w:val="22"/>
        </w:rPr>
        <w:t>ci siano</w:t>
      </w:r>
      <w:r w:rsidRPr="005875C5">
        <w:rPr>
          <w:sz w:val="22"/>
          <w:szCs w:val="22"/>
        </w:rPr>
        <w:t xml:space="preserve"> più indirizzi</w:t>
      </w:r>
      <w:r>
        <w:rPr>
          <w:sz w:val="22"/>
          <w:szCs w:val="22"/>
        </w:rPr>
        <w:t>)</w:t>
      </w:r>
      <w:r w:rsidRPr="00122460">
        <w:rPr>
          <w:sz w:val="24"/>
          <w:szCs w:val="24"/>
        </w:rPr>
        <w:t>:</w:t>
      </w:r>
    </w:p>
    <w:p w14:paraId="4F9E6571" w14:textId="3FE7A4C9" w:rsidR="005A4F16" w:rsidRDefault="005A4F16" w:rsidP="00402D06">
      <w:pPr>
        <w:pStyle w:val="Titolo3"/>
      </w:pPr>
      <w:r>
        <w:t>Classe:</w:t>
      </w:r>
    </w:p>
    <w:p w14:paraId="34A97B8D" w14:textId="02BE34CA" w:rsidR="005A4F16" w:rsidRDefault="005A4F16" w:rsidP="00402D06">
      <w:pPr>
        <w:pStyle w:val="Titolo3"/>
      </w:pPr>
      <w:r>
        <w:t>Tema</w:t>
      </w:r>
      <w:r w:rsidR="00402D06">
        <w:t>tica scelta</w:t>
      </w:r>
      <w:r>
        <w:t xml:space="preserve"> </w:t>
      </w:r>
      <w:r w:rsidRPr="00122460">
        <w:rPr>
          <w:sz w:val="22"/>
          <w:szCs w:val="22"/>
        </w:rPr>
        <w:t>[</w:t>
      </w:r>
      <w:r w:rsidRPr="00892AA4">
        <w:rPr>
          <w:sz w:val="22"/>
          <w:szCs w:val="22"/>
        </w:rPr>
        <w:t xml:space="preserve">Scegliere tra </w:t>
      </w:r>
      <w:r w:rsidR="00402D06" w:rsidRPr="00892AA4">
        <w:rPr>
          <w:sz w:val="22"/>
          <w:szCs w:val="22"/>
        </w:rPr>
        <w:t>le</w:t>
      </w:r>
      <w:r w:rsidRPr="00892AA4">
        <w:rPr>
          <w:sz w:val="22"/>
          <w:szCs w:val="22"/>
        </w:rPr>
        <w:t xml:space="preserve"> seguenti: 1. Tecnologie </w:t>
      </w:r>
      <w:r w:rsidR="00402D06" w:rsidRPr="00892AA4">
        <w:rPr>
          <w:sz w:val="22"/>
          <w:szCs w:val="22"/>
        </w:rPr>
        <w:t>di informazione e comunicazione;</w:t>
      </w:r>
      <w:r w:rsidRPr="00892AA4">
        <w:rPr>
          <w:sz w:val="22"/>
          <w:szCs w:val="22"/>
        </w:rPr>
        <w:t xml:space="preserve"> 2. Economia circolare/Ambiente</w:t>
      </w:r>
      <w:r w:rsidR="00402D06" w:rsidRPr="00892AA4">
        <w:rPr>
          <w:sz w:val="22"/>
          <w:szCs w:val="22"/>
        </w:rPr>
        <w:t>;</w:t>
      </w:r>
      <w:r w:rsidRPr="00892AA4">
        <w:rPr>
          <w:sz w:val="22"/>
          <w:szCs w:val="22"/>
        </w:rPr>
        <w:t xml:space="preserve"> 3. T</w:t>
      </w:r>
      <w:r w:rsidR="00402D06" w:rsidRPr="00892AA4">
        <w:rPr>
          <w:sz w:val="22"/>
          <w:szCs w:val="22"/>
        </w:rPr>
        <w:t>urismo sostenibile;</w:t>
      </w:r>
      <w:r w:rsidRPr="00892AA4">
        <w:rPr>
          <w:sz w:val="22"/>
          <w:szCs w:val="22"/>
        </w:rPr>
        <w:t xml:space="preserve"> 4. Cooperazione tra scuole e associazioni giovanili (vedere sezione </w:t>
      </w:r>
      <w:r w:rsidR="00122460" w:rsidRPr="00892AA4">
        <w:rPr>
          <w:sz w:val="22"/>
          <w:szCs w:val="22"/>
        </w:rPr>
        <w:t>2</w:t>
      </w:r>
      <w:r w:rsidRPr="00892AA4">
        <w:rPr>
          <w:sz w:val="22"/>
          <w:szCs w:val="22"/>
        </w:rPr>
        <w:t>.1 delle Linee guida)</w:t>
      </w:r>
      <w:r w:rsidR="00402D06" w:rsidRPr="00122460">
        <w:rPr>
          <w:sz w:val="22"/>
          <w:szCs w:val="22"/>
        </w:rPr>
        <w:t>]</w:t>
      </w:r>
      <w:r w:rsidRPr="00122460">
        <w:rPr>
          <w:sz w:val="22"/>
          <w:szCs w:val="22"/>
        </w:rPr>
        <w:t>:</w:t>
      </w:r>
    </w:p>
    <w:p w14:paraId="0FE45658" w14:textId="67C826E1" w:rsidR="00402D06" w:rsidRPr="005875C5" w:rsidRDefault="005A4F16" w:rsidP="00122460">
      <w:pPr>
        <w:pStyle w:val="Titolo3"/>
        <w:rPr>
          <w:sz w:val="22"/>
          <w:szCs w:val="22"/>
        </w:rPr>
      </w:pPr>
      <w:r>
        <w:t xml:space="preserve">Acronimo del progetto </w:t>
      </w:r>
      <w:r w:rsidRPr="005875C5">
        <w:rPr>
          <w:sz w:val="22"/>
          <w:szCs w:val="22"/>
        </w:rPr>
        <w:t>[</w:t>
      </w:r>
      <w:r w:rsidR="00402D06" w:rsidRPr="005875C5">
        <w:rPr>
          <w:sz w:val="22"/>
          <w:szCs w:val="22"/>
        </w:rPr>
        <w:t>P</w:t>
      </w:r>
      <w:r w:rsidR="0016721D" w:rsidRPr="005875C5">
        <w:rPr>
          <w:sz w:val="22"/>
          <w:szCs w:val="22"/>
        </w:rPr>
        <w:t>otet</w:t>
      </w:r>
      <w:r w:rsidR="00402D06" w:rsidRPr="005875C5">
        <w:rPr>
          <w:sz w:val="22"/>
          <w:szCs w:val="22"/>
        </w:rPr>
        <w:t>e scegliere di scrivere solo un breve acronimo o acronimo + titolo]:</w:t>
      </w:r>
    </w:p>
    <w:p w14:paraId="2359E174" w14:textId="77777777" w:rsidR="00402D06" w:rsidRPr="005875C5" w:rsidRDefault="00402D06" w:rsidP="00402D06">
      <w:pPr>
        <w:rPr>
          <w:szCs w:val="22"/>
        </w:rPr>
      </w:pPr>
    </w:p>
    <w:p w14:paraId="32655172" w14:textId="629C8CD6" w:rsidR="00CF1621" w:rsidRDefault="00F04F4D" w:rsidP="00BF59D3">
      <w:pPr>
        <w:pStyle w:val="Titolo2"/>
        <w:numPr>
          <w:ilvl w:val="0"/>
          <w:numId w:val="3"/>
        </w:numPr>
        <w:rPr>
          <w:rFonts w:eastAsia="Calibri"/>
        </w:rPr>
      </w:pPr>
      <w:r w:rsidRPr="00097467">
        <w:rPr>
          <w:rFonts w:eastAsia="Calibri"/>
        </w:rPr>
        <w:t>De</w:t>
      </w:r>
      <w:r w:rsidR="00CF1621">
        <w:rPr>
          <w:rFonts w:eastAsia="Calibri"/>
        </w:rPr>
        <w:t>scrizione dell’idea progettuale.</w:t>
      </w:r>
    </w:p>
    <w:p w14:paraId="742F5962" w14:textId="566F9894" w:rsidR="00402D06" w:rsidRDefault="00402D06" w:rsidP="00402D06">
      <w:r>
        <w:t>Descrivete qual è la vostra idea</w:t>
      </w:r>
      <w:r w:rsidR="006D1642">
        <w:t>:</w:t>
      </w:r>
      <w:r>
        <w:t xml:space="preserve"> spiegate di cosa tratta, sottolineate il suo carattere transfrontaliero e la sostenibilità dei risultati da un punto di vista ambientale e sociale, spiegate se può essere facilmente utilizzata o replicata in altre scuole o </w:t>
      </w:r>
      <w:r w:rsidR="006D1642">
        <w:t>in altri contesti</w:t>
      </w:r>
      <w:r>
        <w:t>.</w:t>
      </w:r>
    </w:p>
    <w:p w14:paraId="09B5A71C" w14:textId="77777777" w:rsidR="00402D06" w:rsidRPr="00402D06" w:rsidRDefault="00402D06" w:rsidP="00402D06"/>
    <w:p w14:paraId="1935A864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A4B141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C45BC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F174B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62F2B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2488C6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78098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5EFEA0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5FAD8B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1A8CD5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A4D22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00B532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8777E7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C58AF5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8D1108" w14:textId="77777777" w:rsidR="00CF1621" w:rsidRP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8CB32B" w14:textId="77777777" w:rsidR="00CD24F3" w:rsidRDefault="00CD24F3" w:rsidP="00CD24F3"/>
    <w:p w14:paraId="27D61514" w14:textId="58496ADD" w:rsidR="001C67B9" w:rsidRDefault="00F04F4D" w:rsidP="00BF59D3">
      <w:pPr>
        <w:pStyle w:val="Titolo2"/>
        <w:numPr>
          <w:ilvl w:val="0"/>
          <w:numId w:val="3"/>
        </w:numPr>
      </w:pPr>
      <w:r w:rsidRPr="00F04F4D">
        <w:lastRenderedPageBreak/>
        <w:t xml:space="preserve">Che </w:t>
      </w:r>
      <w:r w:rsidR="00300164">
        <w:t>impatto</w:t>
      </w:r>
      <w:r w:rsidR="00300164" w:rsidRPr="00F04F4D">
        <w:t xml:space="preserve"> </w:t>
      </w:r>
      <w:r w:rsidRPr="00F04F4D">
        <w:t>ha sulla comunità? Quali problemi, questioni ed esigenze affronta?</w:t>
      </w:r>
    </w:p>
    <w:p w14:paraId="20856BEA" w14:textId="5455FBE4" w:rsidR="00402D06" w:rsidRDefault="00402D06" w:rsidP="00402D06">
      <w:r>
        <w:t>Descrivete chiaramente come il vostro progetto risponde ad una necessità della comunità e come può portare benefici alla stessa ed immaginate il suo impatto sull’integrazione transfrontaliera.</w:t>
      </w:r>
    </w:p>
    <w:p w14:paraId="01AD3B17" w14:textId="77777777" w:rsidR="00402D06" w:rsidRPr="00402D06" w:rsidRDefault="00402D06" w:rsidP="00402D06"/>
    <w:p w14:paraId="72E1493C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0D053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2DF461" w14:textId="70B3AF25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5273D4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4F61AF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3CBBC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1FE67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A2DD5F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92072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381402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509A40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7AC5C7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8AF505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9E9627" w14:textId="426CE1F7" w:rsidR="00402D06" w:rsidRDefault="00402D06" w:rsidP="00402D06"/>
    <w:p w14:paraId="297C8E10" w14:textId="20F42790" w:rsidR="00F04F4D" w:rsidRDefault="00F04F4D" w:rsidP="00BF59D3">
      <w:pPr>
        <w:pStyle w:val="Titolo2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Quali attività sono previste nel progetto?</w:t>
      </w:r>
    </w:p>
    <w:p w14:paraId="33C24826" w14:textId="340E050F" w:rsidR="00402D06" w:rsidRDefault="00402D06" w:rsidP="00402D06">
      <w:r>
        <w:t xml:space="preserve">Spiegate come le attività previste nel progetto </w:t>
      </w:r>
      <w:r w:rsidR="0055527C">
        <w:t>possano stimolare</w:t>
      </w:r>
      <w:r>
        <w:t xml:space="preserve"> il coinvolgimento attivo dei giovani.</w:t>
      </w:r>
    </w:p>
    <w:p w14:paraId="599A7136" w14:textId="77777777" w:rsidR="0016721D" w:rsidRPr="00402D06" w:rsidRDefault="0016721D" w:rsidP="00402D06"/>
    <w:p w14:paraId="535E05EE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8412AF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1194B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4919C4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A8F72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3CDD1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C5C2E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398201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B55CA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38B86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E2E60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DF9030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A5F24E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74F64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131CAA" w14:textId="77777777" w:rsidR="00CF1621" w:rsidRP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71D7CA" w14:textId="77777777" w:rsidR="00F04F4D" w:rsidRPr="00F04F4D" w:rsidRDefault="00F04F4D" w:rsidP="00F04F4D">
      <w:pPr>
        <w:ind w:left="360"/>
      </w:pPr>
    </w:p>
    <w:p w14:paraId="55B25BC4" w14:textId="123D5171" w:rsidR="00F04F4D" w:rsidRDefault="00F04F4D" w:rsidP="00BF59D3">
      <w:pPr>
        <w:pStyle w:val="Titolo2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lastRenderedPageBreak/>
        <w:t xml:space="preserve">Quali partner (organizzazioni, </w:t>
      </w:r>
      <w:r w:rsidR="00FE766D">
        <w:rPr>
          <w:rFonts w:eastAsia="Calibri"/>
        </w:rPr>
        <w:t>associazioni</w:t>
      </w:r>
      <w:r>
        <w:rPr>
          <w:rFonts w:eastAsia="Calibri"/>
        </w:rPr>
        <w:t>, scuole, università, istituzioni, ecc.) potrebbero essere coinvolti nel progetto?</w:t>
      </w:r>
    </w:p>
    <w:p w14:paraId="7F3A1A30" w14:textId="18A41293" w:rsidR="00402D06" w:rsidRDefault="0016721D" w:rsidP="00402D06">
      <w:r>
        <w:t>Spiegate</w:t>
      </w:r>
      <w:r w:rsidR="00402D06">
        <w:t xml:space="preserve"> come i partner </w:t>
      </w:r>
      <w:r>
        <w:t>coinvolti rappresentano</w:t>
      </w:r>
      <w:r w:rsidR="00402D06">
        <w:t xml:space="preserve"> </w:t>
      </w:r>
      <w:r>
        <w:t>la</w:t>
      </w:r>
      <w:r w:rsidR="00402D06">
        <w:t xml:space="preserve"> comunità di giovani di entrambi </w:t>
      </w:r>
      <w:r>
        <w:t>i Paesi</w:t>
      </w:r>
      <w:r w:rsidR="00402D06">
        <w:t xml:space="preserve"> e perché sono rilevanti per </w:t>
      </w:r>
      <w:r w:rsidR="006D1642">
        <w:t>la tematica</w:t>
      </w:r>
      <w:r w:rsidR="00402D06">
        <w:t xml:space="preserve"> del progetto.</w:t>
      </w:r>
    </w:p>
    <w:p w14:paraId="2CCB5D32" w14:textId="77777777" w:rsidR="00402D06" w:rsidRPr="00402D06" w:rsidRDefault="00402D06" w:rsidP="00402D06"/>
    <w:p w14:paraId="76F7B7C7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5AA22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BF70D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3D417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EAAD33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60B5A1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61551E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3F877B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6B405A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03AFF6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442B89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9E07EC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1ECDBF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3A1188" w14:textId="77777777" w:rsidR="00CF1621" w:rsidRDefault="00CF1621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B13771" w14:textId="77777777" w:rsidR="001928FB" w:rsidRDefault="001928FB" w:rsidP="00CF1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B3DA44" w14:textId="77777777" w:rsidR="00FC26E5" w:rsidRDefault="00FC26E5">
      <w:pPr>
        <w:jc w:val="left"/>
      </w:pPr>
    </w:p>
    <w:p w14:paraId="18F04B3B" w14:textId="4DC4CB47" w:rsidR="00FC26E5" w:rsidRDefault="00FC26E5" w:rsidP="00FC26E5">
      <w:pPr>
        <w:jc w:val="left"/>
        <w:rPr>
          <w:i/>
          <w:iCs/>
        </w:rPr>
      </w:pPr>
      <w:r>
        <w:rPr>
          <w:i/>
          <w:iCs/>
        </w:rPr>
        <w:t>Totale parole per tutte le sezioni (1 – 4): 1000.</w:t>
      </w:r>
    </w:p>
    <w:p w14:paraId="0630CB34" w14:textId="77777777" w:rsidR="00FC26E5" w:rsidRDefault="00FC26E5">
      <w:pPr>
        <w:jc w:val="left"/>
      </w:pPr>
    </w:p>
    <w:p w14:paraId="59908DD5" w14:textId="68C91B7F" w:rsidR="00402D06" w:rsidRDefault="00402D06">
      <w:pPr>
        <w:jc w:val="left"/>
      </w:pPr>
      <w:r>
        <w:br w:type="page"/>
      </w:r>
    </w:p>
    <w:p w14:paraId="469A8C05" w14:textId="472F95B0" w:rsidR="001928FB" w:rsidRDefault="00A50BC8" w:rsidP="00BF59D3">
      <w:pPr>
        <w:pStyle w:val="Titolo2"/>
        <w:numPr>
          <w:ilvl w:val="0"/>
          <w:numId w:val="4"/>
        </w:numPr>
        <w:rPr>
          <w:rFonts w:eastAsia="Calibri"/>
          <w:lang w:val="en-GB"/>
        </w:rPr>
      </w:pPr>
      <w:r>
        <w:rPr>
          <w:rFonts w:eastAsia="Calibri"/>
          <w:lang w:val="en-GB"/>
        </w:rPr>
        <w:lastRenderedPageBreak/>
        <w:t>E</w:t>
      </w:r>
      <w:r w:rsidRPr="00D76226">
        <w:rPr>
          <w:rFonts w:eastAsia="Calibri"/>
          <w:lang w:val="en-GB"/>
        </w:rPr>
        <w:t>xplain your project proposal.</w:t>
      </w:r>
    </w:p>
    <w:p w14:paraId="111B50C7" w14:textId="0365AD11" w:rsidR="00402D06" w:rsidRDefault="00402D06" w:rsidP="00402D06">
      <w:pPr>
        <w:rPr>
          <w:lang w:val="en-GB"/>
        </w:rPr>
      </w:pPr>
      <w:r w:rsidRPr="00402D06">
        <w:rPr>
          <w:lang w:val="en-GB"/>
        </w:rPr>
        <w:t>Describe what is your idea</w:t>
      </w:r>
      <w:r w:rsidR="00DB68CE">
        <w:rPr>
          <w:lang w:val="en-GB"/>
        </w:rPr>
        <w:t>:</w:t>
      </w:r>
      <w:r w:rsidRPr="00402D06">
        <w:rPr>
          <w:lang w:val="en-GB"/>
        </w:rPr>
        <w:t xml:space="preserve"> what is your project about, highlight its cross-border features and the sustainability of its outputs over time from an environmental/social point of view, if it can be easily exploited or replicated in other schools or by other users.</w:t>
      </w:r>
    </w:p>
    <w:p w14:paraId="5407D035" w14:textId="77777777" w:rsidR="00402D06" w:rsidRPr="00402D06" w:rsidRDefault="00402D06" w:rsidP="00402D06">
      <w:pPr>
        <w:rPr>
          <w:lang w:val="en-GB"/>
        </w:rPr>
      </w:pPr>
    </w:p>
    <w:p w14:paraId="2E4868D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B098C23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B171DA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5FDE1B5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FB795D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5F9228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C8215C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A1C87E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DC4E90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866F446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D02DF71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763DDB3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5A0039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D1BB5D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B5BDBB1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89D2941" w14:textId="77777777" w:rsidR="00A50BC8" w:rsidRPr="00A50BC8" w:rsidRDefault="00A50BC8" w:rsidP="00A50BC8">
      <w:pPr>
        <w:rPr>
          <w:lang w:val="en-GB"/>
        </w:rPr>
      </w:pPr>
    </w:p>
    <w:p w14:paraId="22768D86" w14:textId="482EF817" w:rsidR="00A50BC8" w:rsidRDefault="00A50BC8" w:rsidP="00BF59D3">
      <w:pPr>
        <w:pStyle w:val="Titolo2"/>
        <w:numPr>
          <w:ilvl w:val="0"/>
          <w:numId w:val="4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t>How does it affect the community? Which problems, issues and needs does it tackle?</w:t>
      </w:r>
    </w:p>
    <w:p w14:paraId="4CF053EF" w14:textId="59154275" w:rsidR="00402D06" w:rsidRDefault="00402D06" w:rsidP="00402D06">
      <w:pPr>
        <w:rPr>
          <w:lang w:val="en-GB"/>
        </w:rPr>
      </w:pPr>
      <w:r w:rsidRPr="00402D06">
        <w:rPr>
          <w:lang w:val="en-GB"/>
        </w:rPr>
        <w:t>Clearly show how your project responds to a community necessity and how it can benefit the community and imagine its impact on cross-border integration.</w:t>
      </w:r>
    </w:p>
    <w:p w14:paraId="1FA37705" w14:textId="77777777" w:rsidR="00402D06" w:rsidRPr="00402D06" w:rsidRDefault="00402D06" w:rsidP="00402D06">
      <w:pPr>
        <w:rPr>
          <w:lang w:val="en-GB"/>
        </w:rPr>
      </w:pPr>
    </w:p>
    <w:p w14:paraId="73CCBD99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E480B9E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8D66BBC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65811D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5B2C1CC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623CF58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7711A2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961D38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FE3780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462E22E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4B3D4D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856953F" w14:textId="77777777" w:rsidR="00122460" w:rsidRDefault="00122460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0D459FD" w14:textId="77777777" w:rsidR="00122460" w:rsidRDefault="00122460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6F7D7E6" w14:textId="77777777" w:rsidR="00402D06" w:rsidRDefault="00402D06" w:rsidP="00402D06">
      <w:pPr>
        <w:rPr>
          <w:lang w:val="en-GB"/>
        </w:rPr>
      </w:pPr>
    </w:p>
    <w:p w14:paraId="434DE182" w14:textId="5729714D" w:rsidR="00A50BC8" w:rsidRDefault="00A50BC8" w:rsidP="00BF59D3">
      <w:pPr>
        <w:pStyle w:val="Titolo2"/>
        <w:numPr>
          <w:ilvl w:val="0"/>
          <w:numId w:val="4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lastRenderedPageBreak/>
        <w:t>Which project activities are foreseen?</w:t>
      </w:r>
    </w:p>
    <w:p w14:paraId="6BEC6CB1" w14:textId="5C8BAFDC" w:rsidR="00402D06" w:rsidRDefault="00402D06" w:rsidP="00402D06">
      <w:pPr>
        <w:rPr>
          <w:lang w:val="en-GB"/>
        </w:rPr>
      </w:pPr>
      <w:r w:rsidRPr="00402D06">
        <w:rPr>
          <w:lang w:val="en-GB"/>
        </w:rPr>
        <w:t xml:space="preserve">Explain how the </w:t>
      </w:r>
      <w:r w:rsidR="00DB68CE">
        <w:rPr>
          <w:lang w:val="en-GB"/>
        </w:rPr>
        <w:t>project</w:t>
      </w:r>
      <w:r w:rsidRPr="00402D06">
        <w:rPr>
          <w:lang w:val="en-GB"/>
        </w:rPr>
        <w:t xml:space="preserve"> activities might foresee </w:t>
      </w:r>
      <w:r w:rsidR="00DB68CE">
        <w:rPr>
          <w:lang w:val="en-GB"/>
        </w:rPr>
        <w:t xml:space="preserve">the active </w:t>
      </w:r>
      <w:r w:rsidRPr="00402D06">
        <w:rPr>
          <w:lang w:val="en-GB"/>
        </w:rPr>
        <w:t>involvement</w:t>
      </w:r>
      <w:r w:rsidR="00DB68CE">
        <w:rPr>
          <w:lang w:val="en-GB"/>
        </w:rPr>
        <w:t xml:space="preserve"> of young people</w:t>
      </w:r>
      <w:r w:rsidRPr="00402D06">
        <w:rPr>
          <w:lang w:val="en-GB"/>
        </w:rPr>
        <w:t>.</w:t>
      </w:r>
    </w:p>
    <w:p w14:paraId="19576DB9" w14:textId="77777777" w:rsidR="00402D06" w:rsidRPr="00402D06" w:rsidRDefault="00402D06" w:rsidP="00402D06">
      <w:pPr>
        <w:rPr>
          <w:lang w:val="en-GB"/>
        </w:rPr>
      </w:pPr>
    </w:p>
    <w:p w14:paraId="2AD27CF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9A1914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CA0805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545D41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87F998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477F968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5D59DA6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8A631EE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CE8327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FE446E0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425909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5B88AA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6231535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E41FE8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F514DB0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21317E9" w14:textId="77777777" w:rsidR="00A50BC8" w:rsidRDefault="00A50BC8" w:rsidP="00A50BC8">
      <w:pPr>
        <w:rPr>
          <w:lang w:val="en-GB"/>
        </w:rPr>
      </w:pPr>
    </w:p>
    <w:p w14:paraId="7D75D486" w14:textId="7EACCD85" w:rsidR="00A50BC8" w:rsidRDefault="00A50BC8" w:rsidP="00BF59D3">
      <w:pPr>
        <w:pStyle w:val="Titolo2"/>
        <w:numPr>
          <w:ilvl w:val="0"/>
          <w:numId w:val="4"/>
        </w:numPr>
        <w:rPr>
          <w:rFonts w:eastAsia="Calibri"/>
          <w:lang w:val="en-GB"/>
        </w:rPr>
      </w:pPr>
      <w:r w:rsidRPr="00D76226">
        <w:rPr>
          <w:rFonts w:eastAsia="Calibri"/>
          <w:lang w:val="en-GB"/>
        </w:rPr>
        <w:t>Which partners (organization, club, school, university, institution etc.) could be involved in the project?</w:t>
      </w:r>
    </w:p>
    <w:p w14:paraId="46556D83" w14:textId="10E0178D" w:rsidR="00402D06" w:rsidRDefault="00402D06" w:rsidP="00402D06">
      <w:pPr>
        <w:rPr>
          <w:lang w:val="en-GB"/>
        </w:rPr>
      </w:pPr>
      <w:r w:rsidRPr="00402D06">
        <w:rPr>
          <w:lang w:val="en-GB"/>
        </w:rPr>
        <w:t>Explain how each involved partner represents youth community from both countries and why partners are relevant for the project topic.</w:t>
      </w:r>
    </w:p>
    <w:p w14:paraId="7FF446FF" w14:textId="77777777" w:rsidR="00402D06" w:rsidRPr="00402D06" w:rsidRDefault="00402D06" w:rsidP="00402D06">
      <w:pPr>
        <w:rPr>
          <w:lang w:val="en-GB"/>
        </w:rPr>
      </w:pPr>
    </w:p>
    <w:p w14:paraId="592262B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A4F0A4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6A12F4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CEDB7E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6ACBF40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FF858A3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C46A02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5694C2A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49430E24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0C9987B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5274C6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2A1948F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21847A2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FA6131D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4C0BB47" w14:textId="77777777" w:rsidR="00A50BC8" w:rsidRDefault="00A50BC8" w:rsidP="00A50B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6B22C75" w14:textId="6AD58B40" w:rsidR="00D07E88" w:rsidRPr="00D07E88" w:rsidRDefault="00D07E88" w:rsidP="00D07E88">
      <w:pPr>
        <w:rPr>
          <w:i/>
          <w:iCs/>
          <w:lang w:val="en-GB"/>
        </w:rPr>
      </w:pPr>
      <w:r w:rsidRPr="00D07E88">
        <w:rPr>
          <w:i/>
          <w:iCs/>
          <w:lang w:val="en-GB"/>
        </w:rPr>
        <w:t>Total number of words f</w:t>
      </w:r>
      <w:r>
        <w:rPr>
          <w:i/>
          <w:iCs/>
          <w:lang w:val="en-GB"/>
        </w:rPr>
        <w:t>or</w:t>
      </w:r>
      <w:r w:rsidRPr="00D07E88">
        <w:rPr>
          <w:i/>
          <w:iCs/>
          <w:lang w:val="en-GB"/>
        </w:rPr>
        <w:t xml:space="preserve"> section 1 to section 4: 1000.</w:t>
      </w:r>
    </w:p>
    <w:sectPr w:rsidR="00D07E88" w:rsidRPr="00D07E88" w:rsidSect="00E358AA">
      <w:headerReference w:type="default" r:id="rId15"/>
      <w:footerReference w:type="even" r:id="rId16"/>
      <w:footerReference w:type="default" r:id="rId17"/>
      <w:pgSz w:w="11906" w:h="16838"/>
      <w:pgMar w:top="2268" w:right="1134" w:bottom="1701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BA1C7" w14:textId="77777777" w:rsidR="0064059D" w:rsidRDefault="0064059D" w:rsidP="00A37662">
      <w:r>
        <w:separator/>
      </w:r>
    </w:p>
  </w:endnote>
  <w:endnote w:type="continuationSeparator" w:id="0">
    <w:p w14:paraId="0F59FDB2" w14:textId="77777777" w:rsidR="0064059D" w:rsidRDefault="0064059D" w:rsidP="00A37662">
      <w:r>
        <w:continuationSeparator/>
      </w:r>
    </w:p>
  </w:endnote>
  <w:endnote w:type="continuationNotice" w:id="1">
    <w:p w14:paraId="5A59256D" w14:textId="77777777" w:rsidR="007A3D9C" w:rsidRDefault="007A3D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2987DF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E4E2358" w14:textId="77777777" w:rsidR="001C67B9" w:rsidRDefault="001C67B9" w:rsidP="001C6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8897DFC" w14:textId="2F0CC7A1" w:rsidR="001C67B9" w:rsidRPr="001C67B9" w:rsidRDefault="001C67B9" w:rsidP="001C67B9">
        <w:pPr>
          <w:pStyle w:val="Pidipagina"/>
          <w:framePr w:wrap="none" w:vAnchor="text" w:hAnchor="page" w:x="10483" w:y="442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C61E2B">
          <w:rPr>
            <w:rStyle w:val="Numeropagina"/>
            <w:rFonts w:cs="Open Sans"/>
            <w:noProof/>
            <w:color w:val="1E3D86"/>
          </w:rPr>
          <w:t>1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3DB3027D" w14:textId="77777777" w:rsidR="001C67B9" w:rsidRDefault="001C67B9" w:rsidP="001C67B9">
    <w:pPr>
      <w:pStyle w:val="Pidipagina"/>
      <w:ind w:right="360"/>
    </w:pPr>
    <w:r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A4DFB86" wp14:editId="5CB71008">
          <wp:simplePos x="0" y="0"/>
          <wp:positionH relativeFrom="column">
            <wp:posOffset>0</wp:posOffset>
          </wp:positionH>
          <wp:positionV relativeFrom="paragraph">
            <wp:posOffset>86995</wp:posOffset>
          </wp:positionV>
          <wp:extent cx="6032500" cy="101600"/>
          <wp:effectExtent l="0" t="0" r="0" b="0"/>
          <wp:wrapSquare wrapText="bothSides"/>
          <wp:docPr id="1303034284" name="Immagine 1303034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0" cy="1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DCBEA" w14:textId="77777777" w:rsidR="0064059D" w:rsidRDefault="0064059D" w:rsidP="00A37662">
      <w:r>
        <w:separator/>
      </w:r>
    </w:p>
  </w:footnote>
  <w:footnote w:type="continuationSeparator" w:id="0">
    <w:p w14:paraId="58E687A9" w14:textId="77777777" w:rsidR="0064059D" w:rsidRDefault="0064059D" w:rsidP="00A37662">
      <w:r>
        <w:continuationSeparator/>
      </w:r>
    </w:p>
  </w:footnote>
  <w:footnote w:type="continuationNotice" w:id="1">
    <w:p w14:paraId="07663B37" w14:textId="77777777" w:rsidR="007A3D9C" w:rsidRDefault="007A3D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20C5" w14:textId="27A87FCF" w:rsidR="00A37662" w:rsidRDefault="00744E58" w:rsidP="00A37662">
    <w:pPr>
      <w:pStyle w:val="Intestazione"/>
      <w:jc w:val="left"/>
    </w:pPr>
    <w:r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110749BD" wp14:editId="68CE8534">
          <wp:simplePos x="0" y="0"/>
          <wp:positionH relativeFrom="column">
            <wp:posOffset>3816350</wp:posOffset>
          </wp:positionH>
          <wp:positionV relativeFrom="paragraph">
            <wp:posOffset>57785</wp:posOffset>
          </wp:positionV>
          <wp:extent cx="1076400" cy="396000"/>
          <wp:effectExtent l="0" t="0" r="0" b="4445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400" cy="39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2486"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122D9D67" wp14:editId="1DD3808E">
          <wp:simplePos x="0" y="0"/>
          <wp:positionH relativeFrom="column">
            <wp:posOffset>3085465</wp:posOffset>
          </wp:positionH>
          <wp:positionV relativeFrom="page">
            <wp:posOffset>450215</wp:posOffset>
          </wp:positionV>
          <wp:extent cx="648000" cy="450000"/>
          <wp:effectExtent l="0" t="0" r="0" b="7620"/>
          <wp:wrapNone/>
          <wp:docPr id="28" name="Immagine 28" descr="C:\Users\a04185\AppData\Local\Temp\564f724f-9f34-4e36-8e74-346bbd173da7_standard-pos-jpg-high-all.zip.da7\jpg-hr\en\logo_ce-en-rvb-h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04185\AppData\Local\Temp\564f724f-9f34-4e36-8e74-346bbd173da7_standard-pos-jpg-high-all.zip.da7\jpg-hr\en\logo_ce-en-rvb-h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5AC8">
      <w:rPr>
        <w:noProof/>
        <w:lang w:eastAsia="it-IT"/>
      </w:rPr>
      <w:drawing>
        <wp:inline distT="0" distB="0" distL="0" distR="0" wp14:anchorId="23C268FE" wp14:editId="74429B55">
          <wp:extent cx="6109487" cy="492866"/>
          <wp:effectExtent l="0" t="0" r="0" b="2540"/>
          <wp:docPr id="856770599" name="Immagine 856770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6770599" name="Immagin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3480" cy="500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37662">
      <w:t xml:space="preserve"> </w:t>
    </w:r>
    <w:r w:rsidR="00A37662">
      <w:tab/>
    </w:r>
    <w:r w:rsidR="00A3766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181"/>
    <w:multiLevelType w:val="hybridMultilevel"/>
    <w:tmpl w:val="4DCA9D50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17A9F"/>
    <w:multiLevelType w:val="hybridMultilevel"/>
    <w:tmpl w:val="997215CC"/>
    <w:lvl w:ilvl="0" w:tplc="C54221F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F3E24"/>
    <w:multiLevelType w:val="hybridMultilevel"/>
    <w:tmpl w:val="632037F2"/>
    <w:lvl w:ilvl="0" w:tplc="DFE031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C1C87"/>
    <w:multiLevelType w:val="hybridMultilevel"/>
    <w:tmpl w:val="54B060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178686">
    <w:abstractNumId w:val="0"/>
  </w:num>
  <w:num w:numId="2" w16cid:durableId="894315759">
    <w:abstractNumId w:val="3"/>
  </w:num>
  <w:num w:numId="3" w16cid:durableId="1854807474">
    <w:abstractNumId w:val="2"/>
  </w:num>
  <w:num w:numId="4" w16cid:durableId="1308168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AA"/>
    <w:rsid w:val="00003BEB"/>
    <w:rsid w:val="00087FA5"/>
    <w:rsid w:val="000D5FDF"/>
    <w:rsid w:val="000D7534"/>
    <w:rsid w:val="000F1A84"/>
    <w:rsid w:val="000F469B"/>
    <w:rsid w:val="00112EBB"/>
    <w:rsid w:val="00122460"/>
    <w:rsid w:val="00143566"/>
    <w:rsid w:val="0016721D"/>
    <w:rsid w:val="00175AC8"/>
    <w:rsid w:val="001842BE"/>
    <w:rsid w:val="001928FB"/>
    <w:rsid w:val="001B15E9"/>
    <w:rsid w:val="001C67B9"/>
    <w:rsid w:val="00277EA2"/>
    <w:rsid w:val="002A0384"/>
    <w:rsid w:val="00300164"/>
    <w:rsid w:val="00334A5A"/>
    <w:rsid w:val="00340333"/>
    <w:rsid w:val="0035554B"/>
    <w:rsid w:val="003B32A9"/>
    <w:rsid w:val="00402D06"/>
    <w:rsid w:val="00415DC0"/>
    <w:rsid w:val="004708D6"/>
    <w:rsid w:val="00516A0C"/>
    <w:rsid w:val="0055527C"/>
    <w:rsid w:val="005875C5"/>
    <w:rsid w:val="005A4F16"/>
    <w:rsid w:val="005C4744"/>
    <w:rsid w:val="00600084"/>
    <w:rsid w:val="0064059D"/>
    <w:rsid w:val="006D1642"/>
    <w:rsid w:val="006F6513"/>
    <w:rsid w:val="00727F74"/>
    <w:rsid w:val="00744E58"/>
    <w:rsid w:val="00772FAF"/>
    <w:rsid w:val="007865AD"/>
    <w:rsid w:val="007A3D9C"/>
    <w:rsid w:val="00821F1E"/>
    <w:rsid w:val="00860BCF"/>
    <w:rsid w:val="008927A0"/>
    <w:rsid w:val="00892AA4"/>
    <w:rsid w:val="008A61F6"/>
    <w:rsid w:val="008F2AD8"/>
    <w:rsid w:val="00914D4F"/>
    <w:rsid w:val="0093154A"/>
    <w:rsid w:val="00955484"/>
    <w:rsid w:val="009816E1"/>
    <w:rsid w:val="00982DCB"/>
    <w:rsid w:val="00997088"/>
    <w:rsid w:val="00A37662"/>
    <w:rsid w:val="00A50BC8"/>
    <w:rsid w:val="00AE067F"/>
    <w:rsid w:val="00AF1BA1"/>
    <w:rsid w:val="00B50654"/>
    <w:rsid w:val="00BD2EEC"/>
    <w:rsid w:val="00BF59D3"/>
    <w:rsid w:val="00C56503"/>
    <w:rsid w:val="00C61E2B"/>
    <w:rsid w:val="00CD24F3"/>
    <w:rsid w:val="00CE261A"/>
    <w:rsid w:val="00CF1621"/>
    <w:rsid w:val="00D03101"/>
    <w:rsid w:val="00D07E88"/>
    <w:rsid w:val="00D86039"/>
    <w:rsid w:val="00DB68CE"/>
    <w:rsid w:val="00E358AA"/>
    <w:rsid w:val="00E66154"/>
    <w:rsid w:val="00E9258E"/>
    <w:rsid w:val="00EC3179"/>
    <w:rsid w:val="00F04F4D"/>
    <w:rsid w:val="00FA4C0F"/>
    <w:rsid w:val="00FB36B4"/>
    <w:rsid w:val="00FB600E"/>
    <w:rsid w:val="00FC26E5"/>
    <w:rsid w:val="00FE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6E3C5E"/>
  <w15:chartTrackingRefBased/>
  <w15:docId w15:val="{4FD38AF8-FA26-478E-9B30-442C6003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162C64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62C64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162C64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1E3C87" w:themeColor="accent1"/>
        <w:left w:val="single" w:sz="4" w:space="0" w:color="1E3C87" w:themeColor="accent1"/>
        <w:bottom w:val="single" w:sz="4" w:space="0" w:color="1E3C87" w:themeColor="accent1"/>
        <w:right w:val="single" w:sz="4" w:space="0" w:color="1E3C8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C87" w:themeColor="accent1"/>
          <w:right w:val="single" w:sz="4" w:space="0" w:color="1E3C87" w:themeColor="accent1"/>
        </w:tcBorders>
      </w:tcPr>
    </w:tblStylePr>
    <w:tblStylePr w:type="band1Horz">
      <w:tblPr/>
      <w:tcPr>
        <w:tcBorders>
          <w:top w:val="single" w:sz="4" w:space="0" w:color="1E3C87" w:themeColor="accent1"/>
          <w:bottom w:val="single" w:sz="4" w:space="0" w:color="1E3C8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C87" w:themeColor="accent1"/>
          <w:left w:val="nil"/>
        </w:tcBorders>
      </w:tcPr>
    </w:tblStylePr>
    <w:tblStylePr w:type="swCell">
      <w:tblPr/>
      <w:tcPr>
        <w:tcBorders>
          <w:top w:val="double" w:sz="4" w:space="0" w:color="1E3C87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37662"/>
    <w:rPr>
      <w:rFonts w:eastAsiaTheme="majorEastAsia" w:cstheme="majorBidi"/>
      <w:color w:val="162C64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162C64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162C64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162C64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162C64" w:themeColor="accent1" w:themeShade="BF"/>
        <w:bottom w:val="single" w:sz="4" w:space="10" w:color="162C64" w:themeColor="accent1" w:themeShade="BF"/>
      </w:pBdr>
      <w:spacing w:before="360" w:after="360"/>
      <w:ind w:left="864" w:right="864"/>
      <w:jc w:val="center"/>
    </w:pPr>
    <w:rPr>
      <w:i/>
      <w:iCs/>
      <w:color w:val="162C64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162C64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162C64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table" w:customStyle="1" w:styleId="Tabellagriglia4-colore11">
    <w:name w:val="Tabella griglia 4 - colore 11"/>
    <w:basedOn w:val="Tabellanormale"/>
    <w:next w:val="Tabellagriglia4-colore1"/>
    <w:uiPriority w:val="49"/>
    <w:rsid w:val="00F04F4D"/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agriglia4-colore1">
    <w:name w:val="Grid Table 4 Accent 1"/>
    <w:basedOn w:val="Tabellanormale"/>
    <w:uiPriority w:val="49"/>
    <w:rsid w:val="00F04F4D"/>
    <w:tblPr>
      <w:tblStyleRowBandSize w:val="1"/>
      <w:tblStyleColBandSize w:val="1"/>
      <w:tblBorders>
        <w:top w:val="single" w:sz="4" w:space="0" w:color="557AD9" w:themeColor="accent1" w:themeTint="99"/>
        <w:left w:val="single" w:sz="4" w:space="0" w:color="557AD9" w:themeColor="accent1" w:themeTint="99"/>
        <w:bottom w:val="single" w:sz="4" w:space="0" w:color="557AD9" w:themeColor="accent1" w:themeTint="99"/>
        <w:right w:val="single" w:sz="4" w:space="0" w:color="557AD9" w:themeColor="accent1" w:themeTint="99"/>
        <w:insideH w:val="single" w:sz="4" w:space="0" w:color="557AD9" w:themeColor="accent1" w:themeTint="99"/>
        <w:insideV w:val="single" w:sz="4" w:space="0" w:color="557AD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3C87" w:themeColor="accent1"/>
          <w:left w:val="single" w:sz="4" w:space="0" w:color="1E3C87" w:themeColor="accent1"/>
          <w:bottom w:val="single" w:sz="4" w:space="0" w:color="1E3C87" w:themeColor="accent1"/>
          <w:right w:val="single" w:sz="4" w:space="0" w:color="1E3C87" w:themeColor="accent1"/>
          <w:insideH w:val="nil"/>
          <w:insideV w:val="nil"/>
        </w:tcBorders>
        <w:shd w:val="clear" w:color="auto" w:fill="1E3C87" w:themeFill="accent1"/>
      </w:tcPr>
    </w:tblStylePr>
    <w:tblStylePr w:type="lastRow">
      <w:rPr>
        <w:b/>
        <w:bCs/>
      </w:rPr>
      <w:tblPr/>
      <w:tcPr>
        <w:tcBorders>
          <w:top w:val="double" w:sz="4" w:space="0" w:color="1E3C8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2F2" w:themeFill="accent1" w:themeFillTint="33"/>
      </w:tcPr>
    </w:tblStylePr>
    <w:tblStylePr w:type="band1Horz">
      <w:tblPr/>
      <w:tcPr>
        <w:shd w:val="clear" w:color="auto" w:fill="C6D2F2" w:themeFill="accent1" w:themeFillTint="33"/>
      </w:tcPr>
    </w:tblStylePr>
  </w:style>
  <w:style w:type="paragraph" w:styleId="Revisione">
    <w:name w:val="Revision"/>
    <w:hidden/>
    <w:uiPriority w:val="99"/>
    <w:semiHidden/>
    <w:rsid w:val="00AE067F"/>
    <w:rPr>
      <w:rFonts w:ascii="Open Sans" w:hAnsi="Open Sans"/>
      <w:color w:val="404040" w:themeColor="text1" w:themeTint="BF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4A5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A5A"/>
    <w:rPr>
      <w:rFonts w:ascii="Segoe UI" w:hAnsi="Segoe UI" w:cs="Segoe UI"/>
      <w:color w:val="404040" w:themeColor="text1" w:themeTint="B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73\Desktop\comunicazione%20VEC\NUOVA%20GRAFICA\A4_a.dotx" TargetMode="External"/></Relationships>
</file>

<file path=word/theme/theme1.xml><?xml version="1.0" encoding="utf-8"?>
<a:theme xmlns:a="http://schemas.openxmlformats.org/drawingml/2006/main" name="Tema di Office">
  <a:themeElements>
    <a:clrScheme name="ITA-SLO">
      <a:dk1>
        <a:srgbClr val="000000"/>
      </a:dk1>
      <a:lt1>
        <a:srgbClr val="FFFFFF"/>
      </a:lt1>
      <a:dk2>
        <a:srgbClr val="1D1D1B"/>
      </a:dk2>
      <a:lt2>
        <a:srgbClr val="F6F6F6"/>
      </a:lt2>
      <a:accent1>
        <a:srgbClr val="1E3C87"/>
      </a:accent1>
      <a:accent2>
        <a:srgbClr val="8CC315"/>
      </a:accent2>
      <a:accent3>
        <a:srgbClr val="2CB1A3"/>
      </a:accent3>
      <a:accent4>
        <a:srgbClr val="0F71B5"/>
      </a:accent4>
      <a:accent5>
        <a:srgbClr val="DC5D58"/>
      </a:accent5>
      <a:accent6>
        <a:srgbClr val="000000"/>
      </a:accent6>
      <a:hlink>
        <a:srgbClr val="0432FF"/>
      </a:hlink>
      <a:folHlink>
        <a:srgbClr val="3E7DA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40FCE-05D6-4FA3-8E2A-C671948FF452}">
  <ds:schemaRefs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551F998-8E4E-424B-A640-980A890D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8C0FFF-AC59-4F61-9F7F-3E0822238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CDF659-EF2C-4504-97ED-E5FEF8A1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A4_a</Template>
  <TotalTime>38</TotalTime>
  <Pages>6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Elia Carnimeo</dc:creator>
  <cp:keywords/>
  <dc:description/>
  <cp:lastModifiedBy>Hrvatic Katja</cp:lastModifiedBy>
  <cp:revision>39</cp:revision>
  <cp:lastPrinted>2024-08-22T08:20:00Z</cp:lastPrinted>
  <dcterms:created xsi:type="dcterms:W3CDTF">2024-08-08T10:54:00Z</dcterms:created>
  <dcterms:modified xsi:type="dcterms:W3CDTF">2024-08-23T11:24:00Z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