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D057E" w14:textId="2A5E1169" w:rsidR="00A37662" w:rsidRDefault="00E105E9">
      <w:r>
        <w:rPr>
          <w:noProof/>
          <w:lang w:eastAsia="it-IT"/>
        </w:rPr>
        <w:drawing>
          <wp:anchor distT="0" distB="0" distL="114300" distR="114300" simplePos="0" relativeHeight="251658247" behindDoc="0" locked="0" layoutInCell="1" allowOverlap="1" wp14:anchorId="1C478E90" wp14:editId="3C085217">
            <wp:simplePos x="0" y="0"/>
            <wp:positionH relativeFrom="column">
              <wp:posOffset>4032885</wp:posOffset>
            </wp:positionH>
            <wp:positionV relativeFrom="paragraph">
              <wp:posOffset>-788035</wp:posOffset>
            </wp:positionV>
            <wp:extent cx="507600" cy="514800"/>
            <wp:effectExtent l="0" t="0" r="698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Youth4Cooperation senza sfond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51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7092">
        <w:rPr>
          <w:noProof/>
          <w:lang w:eastAsia="it-IT"/>
        </w:rPr>
        <w:drawing>
          <wp:anchor distT="0" distB="0" distL="114300" distR="114300" simplePos="0" relativeHeight="251659272" behindDoc="0" locked="0" layoutInCell="1" allowOverlap="1" wp14:anchorId="069B60AC" wp14:editId="393DD831">
            <wp:simplePos x="0" y="0"/>
            <wp:positionH relativeFrom="column">
              <wp:posOffset>4657090</wp:posOffset>
            </wp:positionH>
            <wp:positionV relativeFrom="paragraph">
              <wp:posOffset>-659765</wp:posOffset>
            </wp:positionV>
            <wp:extent cx="331200" cy="338400"/>
            <wp:effectExtent l="0" t="0" r="0" b="508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VG_denominativo_RGB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7092" w:rsidRPr="002D7363">
        <w:rPr>
          <w:noProof/>
          <w:lang w:eastAsia="it-IT"/>
        </w:rPr>
        <w:drawing>
          <wp:anchor distT="0" distB="0" distL="114300" distR="114300" simplePos="0" relativeHeight="251662344" behindDoc="0" locked="0" layoutInCell="1" allowOverlap="1" wp14:anchorId="6D05F93A" wp14:editId="56A13DBF">
            <wp:simplePos x="0" y="0"/>
            <wp:positionH relativeFrom="column">
              <wp:posOffset>5122206</wp:posOffset>
            </wp:positionH>
            <wp:positionV relativeFrom="paragraph">
              <wp:posOffset>-634365</wp:posOffset>
            </wp:positionV>
            <wp:extent cx="1403350" cy="313121"/>
            <wp:effectExtent l="0" t="0" r="6350" b="0"/>
            <wp:wrapNone/>
            <wp:docPr id="1" name="Immagine 1" descr="C:\Users\a04185\Desktop\logo FVG 10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04185\Desktop\logo FVG 102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313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7092">
        <w:rPr>
          <w:noProof/>
          <w:lang w:eastAsia="it-IT"/>
        </w:rPr>
        <w:drawing>
          <wp:anchor distT="0" distB="0" distL="114300" distR="114300" simplePos="0" relativeHeight="251660296" behindDoc="0" locked="0" layoutInCell="1" allowOverlap="1" wp14:anchorId="33B6DA74" wp14:editId="181863A1">
            <wp:simplePos x="0" y="0"/>
            <wp:positionH relativeFrom="page">
              <wp:posOffset>3359150</wp:posOffset>
            </wp:positionH>
            <wp:positionV relativeFrom="paragraph">
              <wp:posOffset>-845703</wp:posOffset>
            </wp:positionV>
            <wp:extent cx="1310400" cy="586800"/>
            <wp:effectExtent l="0" t="0" r="4445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_MODER RUMEN ok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4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42BE">
        <w:rPr>
          <w:noProof/>
          <w:lang w:eastAsia="it-IT"/>
        </w:rPr>
        <w:drawing>
          <wp:anchor distT="0" distB="0" distL="114300" distR="114300" simplePos="0" relativeHeight="251658248" behindDoc="0" locked="0" layoutInCell="1" allowOverlap="1" wp14:anchorId="1DEAF2EA" wp14:editId="1BA62610">
            <wp:simplePos x="0" y="0"/>
            <wp:positionH relativeFrom="margin">
              <wp:posOffset>-450215</wp:posOffset>
            </wp:positionH>
            <wp:positionV relativeFrom="page">
              <wp:posOffset>660400</wp:posOffset>
            </wp:positionV>
            <wp:extent cx="2919600" cy="500400"/>
            <wp:effectExtent l="0" t="0" r="0" b="0"/>
            <wp:wrapNone/>
            <wp:docPr id="1833165243" name="Immagine 1833165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770599" name="Immagine 1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971"/>
                    <a:stretch/>
                  </pic:blipFill>
                  <pic:spPr bwMode="auto">
                    <a:xfrm>
                      <a:off x="0" y="0"/>
                      <a:ext cx="2919600" cy="50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4E5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330D1CA3" wp14:editId="42A01D1C">
                <wp:simplePos x="0" y="0"/>
                <wp:positionH relativeFrom="column">
                  <wp:posOffset>3723005</wp:posOffset>
                </wp:positionH>
                <wp:positionV relativeFrom="paragraph">
                  <wp:posOffset>-785165</wp:posOffset>
                </wp:positionV>
                <wp:extent cx="1360800" cy="532800"/>
                <wp:effectExtent l="0" t="0" r="0" b="635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800" cy="53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C629D8" w14:textId="3EC0BF03" w:rsidR="00744E58" w:rsidRDefault="00744E58" w:rsidP="00744E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D1CA3" id="_x0000_t202" coordsize="21600,21600" o:spt="202" path="m,l,21600r21600,l21600,xe">
                <v:stroke joinstyle="miter"/>
                <v:path gradientshapeok="t" o:connecttype="rect"/>
              </v:shapetype>
              <v:shape id="Casella di testo 30" o:spid="_x0000_s1026" type="#_x0000_t202" style="position:absolute;left:0;text-align:left;margin-left:293.15pt;margin-top:-61.8pt;width:107.15pt;height:41.9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" filled="f" stroked="f" strokeweight=".5pt">
                <v:textbox>
                  <w:txbxContent>
                    <w:p w14:paraId="1FC629D8" w14:textId="3EC0BF03" w:rsidR="00744E58" w:rsidRDefault="00744E58" w:rsidP="00744E58"/>
                  </w:txbxContent>
                </v:textbox>
              </v:shape>
            </w:pict>
          </mc:Fallback>
        </mc:AlternateContent>
      </w:r>
      <w:r w:rsidR="00744E58" w:rsidRPr="00744E58">
        <w:rPr>
          <w:noProof/>
          <w:lang w:eastAsia="it-IT"/>
        </w:rPr>
        <w:t>https://interreg.eu/</w:t>
      </w:r>
      <w:r w:rsidR="001C67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749AD" wp14:editId="7DCDECE9">
                <wp:simplePos x="0" y="0"/>
                <wp:positionH relativeFrom="column">
                  <wp:posOffset>-720090</wp:posOffset>
                </wp:positionH>
                <wp:positionV relativeFrom="paragraph">
                  <wp:posOffset>-1495598</wp:posOffset>
                </wp:positionV>
                <wp:extent cx="7564582" cy="10792287"/>
                <wp:effectExtent l="0" t="0" r="17780" b="28575"/>
                <wp:wrapNone/>
                <wp:docPr id="1584548465" name="Rettangolo 1584548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7E71D0" id="Rettangolo 1584548465" o:spid="_x0000_s1026" style="position:absolute;margin-left:-56.7pt;margin-top:-117.75pt;width:595.65pt;height:849.8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" fillcolor="#f2f2f2 [3052]" strokecolor="#040813 [484]" strokeweight="1pt"/>
            </w:pict>
          </mc:Fallback>
        </mc:AlternateContent>
      </w:r>
    </w:p>
    <w:p w14:paraId="54DD437A" w14:textId="76BCC5FD" w:rsidR="00F04F4D" w:rsidRPr="00F04F4D" w:rsidRDefault="006F6513" w:rsidP="00F04F4D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79A0222" wp14:editId="44F00D51">
                <wp:simplePos x="0" y="0"/>
                <wp:positionH relativeFrom="margin">
                  <wp:align>right</wp:align>
                </wp:positionH>
                <wp:positionV relativeFrom="paragraph">
                  <wp:posOffset>464337</wp:posOffset>
                </wp:positionV>
                <wp:extent cx="6120130" cy="3032567"/>
                <wp:effectExtent l="0" t="0" r="0" b="0"/>
                <wp:wrapNone/>
                <wp:docPr id="754220734" name="Casella di testo 754220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032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E8312A" w14:textId="4BD94474" w:rsidR="00516A0C" w:rsidRPr="00277EA2" w:rsidRDefault="00516A0C" w:rsidP="009816E1">
                            <w:pPr>
                              <w:pStyle w:val="Titolo"/>
                              <w:jc w:val="both"/>
                              <w:rPr>
                                <w:iCs/>
                              </w:rPr>
                            </w:pPr>
                            <w:r w:rsidRPr="00277EA2">
                              <w:rPr>
                                <w:iCs/>
                              </w:rPr>
                              <w:t>S</w:t>
                            </w:r>
                            <w:r w:rsidR="00FD094E">
                              <w:rPr>
                                <w:iCs/>
                              </w:rPr>
                              <w:t>tudents</w:t>
                            </w:r>
                            <w:r w:rsidRPr="00277EA2">
                              <w:rPr>
                                <w:iCs/>
                              </w:rPr>
                              <w:t>4C</w:t>
                            </w:r>
                            <w:r w:rsidR="00FD094E">
                              <w:rPr>
                                <w:iCs/>
                              </w:rPr>
                              <w:t>ooperation</w:t>
                            </w:r>
                          </w:p>
                          <w:p w14:paraId="62B58986" w14:textId="0294DF10" w:rsidR="00F04F4D" w:rsidRPr="00277EA2" w:rsidRDefault="005A4F16" w:rsidP="009816E1">
                            <w:pPr>
                              <w:pStyle w:val="Titolo"/>
                              <w:jc w:val="both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277EA2">
                              <w:rPr>
                                <w:i/>
                                <w:sz w:val="44"/>
                                <w:szCs w:val="44"/>
                              </w:rPr>
                              <w:t xml:space="preserve">Competizione </w:t>
                            </w:r>
                            <w:r w:rsidR="00516A0C" w:rsidRPr="00277EA2">
                              <w:rPr>
                                <w:i/>
                                <w:sz w:val="44"/>
                                <w:szCs w:val="44"/>
                              </w:rPr>
                              <w:t xml:space="preserve">Interreg </w:t>
                            </w:r>
                            <w:r w:rsidRPr="00277EA2">
                              <w:rPr>
                                <w:i/>
                                <w:sz w:val="44"/>
                                <w:szCs w:val="44"/>
                              </w:rPr>
                              <w:t xml:space="preserve">per </w:t>
                            </w:r>
                            <w:r w:rsidR="00516A0C" w:rsidRPr="00277EA2">
                              <w:rPr>
                                <w:i/>
                                <w:sz w:val="44"/>
                                <w:szCs w:val="44"/>
                              </w:rPr>
                              <w:t>le scuole superiori</w:t>
                            </w:r>
                          </w:p>
                          <w:p w14:paraId="6D699F11" w14:textId="77777777" w:rsidR="006401CB" w:rsidRPr="00300B0D" w:rsidRDefault="006401CB" w:rsidP="006401CB">
                            <w:pPr>
                              <w:pStyle w:val="Titolo"/>
                              <w:jc w:val="both"/>
                              <w:rPr>
                                <w:sz w:val="44"/>
                                <w:szCs w:val="44"/>
                              </w:rPr>
                            </w:pPr>
                            <w:r w:rsidRPr="00300B0D">
                              <w:rPr>
                                <w:sz w:val="44"/>
                                <w:szCs w:val="44"/>
                              </w:rPr>
                              <w:t>2</w:t>
                            </w:r>
                            <w:r w:rsidRPr="00300B0D">
                              <w:rPr>
                                <w:sz w:val="44"/>
                                <w:szCs w:val="44"/>
                                <w:vertAlign w:val="superscript"/>
                              </w:rPr>
                              <w:t>a</w:t>
                            </w:r>
                            <w:r w:rsidRPr="00300B0D">
                              <w:rPr>
                                <w:sz w:val="44"/>
                                <w:szCs w:val="44"/>
                              </w:rPr>
                              <w:t xml:space="preserve"> Edizione</w:t>
                            </w:r>
                          </w:p>
                          <w:p w14:paraId="6D00BDCD" w14:textId="77777777" w:rsidR="00B50654" w:rsidRDefault="00B50654" w:rsidP="00B50654"/>
                          <w:p w14:paraId="51BF1924" w14:textId="77777777" w:rsidR="00B50654" w:rsidRPr="00B50654" w:rsidRDefault="00B50654" w:rsidP="00B50654"/>
                          <w:p w14:paraId="000136C9" w14:textId="2033876C" w:rsidR="006F6513" w:rsidRPr="00744E58" w:rsidRDefault="00FB36B4" w:rsidP="009816E1">
                            <w:pPr>
                              <w:pStyle w:val="Titolo"/>
                              <w:jc w:val="both"/>
                              <w:rPr>
                                <w:i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ALLEGATO </w:t>
                            </w:r>
                            <w:r w:rsidR="004E2D36">
                              <w:rPr>
                                <w:iCs/>
                                <w:sz w:val="44"/>
                                <w:szCs w:val="44"/>
                              </w:rPr>
                              <w:t>2</w:t>
                            </w:r>
                            <w:r w:rsidR="00277EA2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>–</w:t>
                            </w:r>
                            <w:r w:rsidR="00277EA2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A4F16" w:rsidRPr="00744E58">
                              <w:rPr>
                                <w:iCs/>
                                <w:sz w:val="44"/>
                                <w:szCs w:val="44"/>
                              </w:rPr>
                              <w:t>M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>odello idea progettuale</w:t>
                            </w:r>
                          </w:p>
                          <w:p w14:paraId="1EFBC410" w14:textId="281831BB" w:rsidR="00F04F4D" w:rsidRPr="0035554B" w:rsidRDefault="001842BE" w:rsidP="00087FA5">
                            <w:pPr>
                              <w:pStyle w:val="Titolo"/>
                              <w:jc w:val="both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35554B">
                              <w:rPr>
                                <w:i/>
                                <w:sz w:val="44"/>
                                <w:szCs w:val="44"/>
                              </w:rPr>
                              <w:t>Italiano e inglese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A0222" id="_x0000_t202" coordsize="21600,21600" o:spt="202" path="m,l,21600r21600,l21600,xe">
                <v:stroke joinstyle="miter"/>
                <v:path gradientshapeok="t" o:connecttype="rect"/>
              </v:shapetype>
              <v:shape id="Casella di testo 754220734" o:spid="_x0000_s1027" type="#_x0000_t202" style="position:absolute;left:0;text-align:left;margin-left:430.7pt;margin-top:36.55pt;width:481.9pt;height:238.8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" filled="f" stroked="f" strokeweight=".5pt">
                <v:textbox>
                  <w:txbxContent>
                    <w:p w14:paraId="1FE8312A" w14:textId="4BD94474" w:rsidR="00516A0C" w:rsidRPr="00277EA2" w:rsidRDefault="00516A0C" w:rsidP="009816E1">
                      <w:pPr>
                        <w:pStyle w:val="Titolo"/>
                        <w:jc w:val="both"/>
                        <w:rPr>
                          <w:iCs/>
                        </w:rPr>
                      </w:pPr>
                      <w:r w:rsidRPr="00277EA2">
                        <w:rPr>
                          <w:iCs/>
                        </w:rPr>
                        <w:t>S</w:t>
                      </w:r>
                      <w:r w:rsidR="00FD094E">
                        <w:rPr>
                          <w:iCs/>
                        </w:rPr>
                        <w:t>tudents</w:t>
                      </w:r>
                      <w:r w:rsidRPr="00277EA2">
                        <w:rPr>
                          <w:iCs/>
                        </w:rPr>
                        <w:t>4C</w:t>
                      </w:r>
                      <w:r w:rsidR="00FD094E">
                        <w:rPr>
                          <w:iCs/>
                        </w:rPr>
                        <w:t>ooperation</w:t>
                      </w:r>
                    </w:p>
                    <w:p w14:paraId="62B58986" w14:textId="0294DF10" w:rsidR="00F04F4D" w:rsidRPr="00277EA2" w:rsidRDefault="005A4F16" w:rsidP="009816E1">
                      <w:pPr>
                        <w:pStyle w:val="Titolo"/>
                        <w:jc w:val="both"/>
                        <w:rPr>
                          <w:i/>
                          <w:sz w:val="44"/>
                          <w:szCs w:val="44"/>
                        </w:rPr>
                      </w:pPr>
                      <w:r w:rsidRPr="00277EA2">
                        <w:rPr>
                          <w:i/>
                          <w:sz w:val="44"/>
                          <w:szCs w:val="44"/>
                        </w:rPr>
                        <w:t xml:space="preserve">Competizione </w:t>
                      </w:r>
                      <w:r w:rsidR="00516A0C" w:rsidRPr="00277EA2">
                        <w:rPr>
                          <w:i/>
                          <w:sz w:val="44"/>
                          <w:szCs w:val="44"/>
                        </w:rPr>
                        <w:t xml:space="preserve">Interreg </w:t>
                      </w:r>
                      <w:r w:rsidRPr="00277EA2">
                        <w:rPr>
                          <w:i/>
                          <w:sz w:val="44"/>
                          <w:szCs w:val="44"/>
                        </w:rPr>
                        <w:t xml:space="preserve">per </w:t>
                      </w:r>
                      <w:r w:rsidR="00516A0C" w:rsidRPr="00277EA2">
                        <w:rPr>
                          <w:i/>
                          <w:sz w:val="44"/>
                          <w:szCs w:val="44"/>
                        </w:rPr>
                        <w:t>le scuole superiori</w:t>
                      </w:r>
                    </w:p>
                    <w:p w14:paraId="6D699F11" w14:textId="77777777" w:rsidR="006401CB" w:rsidRPr="00300B0D" w:rsidRDefault="006401CB" w:rsidP="006401CB">
                      <w:pPr>
                        <w:pStyle w:val="Titolo"/>
                        <w:jc w:val="both"/>
                        <w:rPr>
                          <w:sz w:val="44"/>
                          <w:szCs w:val="44"/>
                        </w:rPr>
                      </w:pPr>
                      <w:r w:rsidRPr="00300B0D">
                        <w:rPr>
                          <w:sz w:val="44"/>
                          <w:szCs w:val="44"/>
                        </w:rPr>
                        <w:t>2</w:t>
                      </w:r>
                      <w:r w:rsidRPr="00300B0D">
                        <w:rPr>
                          <w:sz w:val="44"/>
                          <w:szCs w:val="44"/>
                          <w:vertAlign w:val="superscript"/>
                        </w:rPr>
                        <w:t>a</w:t>
                      </w:r>
                      <w:r w:rsidRPr="00300B0D">
                        <w:rPr>
                          <w:sz w:val="44"/>
                          <w:szCs w:val="44"/>
                        </w:rPr>
                        <w:t xml:space="preserve"> Edizione</w:t>
                      </w:r>
                    </w:p>
                    <w:p w14:paraId="6D00BDCD" w14:textId="77777777" w:rsidR="00B50654" w:rsidRDefault="00B50654" w:rsidP="00B50654">
                      <w:bookmarkStart w:id="1" w:name="_GoBack"/>
                      <w:bookmarkEnd w:id="1"/>
                    </w:p>
                    <w:p w14:paraId="51BF1924" w14:textId="77777777" w:rsidR="00B50654" w:rsidRPr="00B50654" w:rsidRDefault="00B50654" w:rsidP="00B50654"/>
                    <w:p w14:paraId="000136C9" w14:textId="2033876C" w:rsidR="006F6513" w:rsidRPr="00744E58" w:rsidRDefault="00FB36B4" w:rsidP="009816E1">
                      <w:pPr>
                        <w:pStyle w:val="Titolo"/>
                        <w:jc w:val="both"/>
                        <w:rPr>
                          <w:iCs/>
                          <w:sz w:val="44"/>
                          <w:szCs w:val="44"/>
                        </w:rPr>
                      </w:pPr>
                      <w:r>
                        <w:rPr>
                          <w:iCs/>
                          <w:sz w:val="44"/>
                          <w:szCs w:val="44"/>
                        </w:rPr>
                        <w:t xml:space="preserve">ALLEGATO </w:t>
                      </w:r>
                      <w:r w:rsidR="004E2D36">
                        <w:rPr>
                          <w:iCs/>
                          <w:sz w:val="44"/>
                          <w:szCs w:val="44"/>
                        </w:rPr>
                        <w:t>2</w:t>
                      </w:r>
                      <w:r w:rsidR="00277EA2">
                        <w:rPr>
                          <w:iCs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iCs/>
                          <w:sz w:val="44"/>
                          <w:szCs w:val="44"/>
                        </w:rPr>
                        <w:t>–</w:t>
                      </w:r>
                      <w:r w:rsidR="00277EA2">
                        <w:rPr>
                          <w:iCs/>
                          <w:sz w:val="44"/>
                          <w:szCs w:val="44"/>
                        </w:rPr>
                        <w:t xml:space="preserve"> </w:t>
                      </w:r>
                      <w:r w:rsidR="005A4F16" w:rsidRPr="00744E58">
                        <w:rPr>
                          <w:iCs/>
                          <w:sz w:val="44"/>
                          <w:szCs w:val="44"/>
                        </w:rPr>
                        <w:t>M</w:t>
                      </w:r>
                      <w:r>
                        <w:rPr>
                          <w:iCs/>
                          <w:sz w:val="44"/>
                          <w:szCs w:val="44"/>
                        </w:rPr>
                        <w:t>odello idea progettuale</w:t>
                      </w:r>
                    </w:p>
                    <w:p w14:paraId="1EFBC410" w14:textId="281831BB" w:rsidR="00F04F4D" w:rsidRPr="0035554B" w:rsidRDefault="001842BE" w:rsidP="00087FA5">
                      <w:pPr>
                        <w:pStyle w:val="Titolo"/>
                        <w:jc w:val="both"/>
                        <w:rPr>
                          <w:i/>
                          <w:sz w:val="44"/>
                          <w:szCs w:val="44"/>
                        </w:rPr>
                      </w:pPr>
                      <w:r w:rsidRPr="0035554B">
                        <w:rPr>
                          <w:i/>
                          <w:sz w:val="44"/>
                          <w:szCs w:val="44"/>
                        </w:rPr>
                        <w:t>Italiano e inglese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58A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CBE91B7" wp14:editId="18800253">
                <wp:simplePos x="0" y="0"/>
                <wp:positionH relativeFrom="margin">
                  <wp:align>left</wp:align>
                </wp:positionH>
                <wp:positionV relativeFrom="paragraph">
                  <wp:posOffset>3848735</wp:posOffset>
                </wp:positionV>
                <wp:extent cx="2502000" cy="464400"/>
                <wp:effectExtent l="0" t="0" r="0" b="0"/>
                <wp:wrapNone/>
                <wp:docPr id="7637068" name="Casella di testo 7637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000" cy="46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EE044" w14:textId="3F5FB0E2" w:rsidR="00A37662" w:rsidRPr="009816E1" w:rsidRDefault="0088565A">
                            <w:pP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>Settembre</w:t>
                            </w:r>
                            <w:r w:rsidR="00D947D6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E91B7" id="_x0000_t202" coordsize="21600,21600" o:spt="202" path="m,l,21600r21600,l21600,xe">
                <v:stroke joinstyle="miter"/>
                <v:path gradientshapeok="t" o:connecttype="rect"/>
              </v:shapetype>
              <v:shape id="Casella di testo 7637068" o:spid="_x0000_s1028" type="#_x0000_t202" style="position:absolute;left:0;text-align:left;margin-left:0;margin-top:303.05pt;width:197pt;height:36.55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" filled="f" stroked="f" strokeweight=".5pt">
                <v:textbox>
                  <w:txbxContent>
                    <w:p w14:paraId="75EEE044" w14:textId="3F5FB0E2" w:rsidR="00A37662" w:rsidRPr="009816E1" w:rsidRDefault="0088565A">
                      <w:pP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>Settembre</w:t>
                      </w:r>
                      <w:r w:rsidR="00D947D6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 xml:space="preserve">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noProof/>
          <w:lang w:eastAsia="it-IT"/>
        </w:rPr>
        <w:drawing>
          <wp:anchor distT="0" distB="0" distL="114300" distR="114300" simplePos="0" relativeHeight="251658243" behindDoc="0" locked="0" layoutInCell="1" allowOverlap="1" wp14:anchorId="5EEE5EE4" wp14:editId="79BB44E4">
            <wp:simplePos x="0" y="0"/>
            <wp:positionH relativeFrom="column">
              <wp:posOffset>-865405</wp:posOffset>
            </wp:positionH>
            <wp:positionV relativeFrom="paragraph">
              <wp:posOffset>4461510</wp:posOffset>
            </wp:positionV>
            <wp:extent cx="7924072" cy="5576777"/>
            <wp:effectExtent l="0" t="0" r="1270" b="0"/>
            <wp:wrapNone/>
            <wp:docPr id="1145812468" name="Immagine 1145812468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072" cy="557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662">
        <w:br w:type="page"/>
      </w:r>
    </w:p>
    <w:p w14:paraId="77990C26" w14:textId="548D2174" w:rsidR="005A4F16" w:rsidRPr="005A4F16" w:rsidRDefault="005A4F16" w:rsidP="005A4F16">
      <w:pPr>
        <w:rPr>
          <w:b/>
        </w:rPr>
      </w:pPr>
      <w:r w:rsidRPr="005A4F16">
        <w:rPr>
          <w:b/>
        </w:rPr>
        <w:lastRenderedPageBreak/>
        <w:t>Questo è il modello da utilizzare per redigere la proposta della vostra idea progettuale. La sua completezza sarà valutata durante il processo di selezione.</w:t>
      </w:r>
    </w:p>
    <w:p w14:paraId="45492F17" w14:textId="7E40FD85" w:rsidR="005A4F16" w:rsidRDefault="005A4F16" w:rsidP="005A4F16">
      <w:pPr>
        <w:rPr>
          <w:b/>
        </w:rPr>
      </w:pPr>
      <w:r w:rsidRPr="005A4F16">
        <w:rPr>
          <w:b/>
        </w:rPr>
        <w:t xml:space="preserve">Il modello deve essere compilato in italiano </w:t>
      </w:r>
      <w:r w:rsidRPr="00334A5A">
        <w:rPr>
          <w:b/>
          <w:u w:val="single"/>
        </w:rPr>
        <w:t>e</w:t>
      </w:r>
      <w:r w:rsidRPr="005A4F16">
        <w:rPr>
          <w:b/>
        </w:rPr>
        <w:t xml:space="preserve"> in inglese e dovrà essere lungo </w:t>
      </w:r>
      <w:r w:rsidR="00AD66C3">
        <w:rPr>
          <w:b/>
        </w:rPr>
        <w:t>ALMENO</w:t>
      </w:r>
      <w:r w:rsidRPr="005A4F16">
        <w:rPr>
          <w:b/>
        </w:rPr>
        <w:t xml:space="preserve"> 1000 parole (carattere: Times New Roman, 11) </w:t>
      </w:r>
      <w:r w:rsidR="00143566">
        <w:rPr>
          <w:b/>
        </w:rPr>
        <w:t>per ogni lingua</w:t>
      </w:r>
      <w:r w:rsidRPr="005A4F16">
        <w:rPr>
          <w:b/>
        </w:rPr>
        <w:t>.</w:t>
      </w:r>
    </w:p>
    <w:p w14:paraId="4838DB52" w14:textId="77777777" w:rsidR="005A4F16" w:rsidRPr="005A4F16" w:rsidRDefault="005A4F16" w:rsidP="005A4F16">
      <w:pPr>
        <w:rPr>
          <w:b/>
        </w:rPr>
      </w:pPr>
    </w:p>
    <w:p w14:paraId="6E87A0A1" w14:textId="48A71FB8" w:rsidR="005A4F16" w:rsidRDefault="005A4F16" w:rsidP="00BF59D3">
      <w:pPr>
        <w:pStyle w:val="Titolo2"/>
        <w:numPr>
          <w:ilvl w:val="0"/>
          <w:numId w:val="4"/>
        </w:numPr>
        <w:rPr>
          <w:rFonts w:eastAsia="Calibri"/>
        </w:rPr>
      </w:pPr>
      <w:r>
        <w:rPr>
          <w:rFonts w:eastAsia="Calibri"/>
        </w:rPr>
        <w:t>Informazioni base:</w:t>
      </w:r>
    </w:p>
    <w:p w14:paraId="06F4E5F8" w14:textId="12BE1F41" w:rsidR="005A4F16" w:rsidRDefault="005A4F16" w:rsidP="005A4F16">
      <w:pPr>
        <w:pStyle w:val="Titolo3"/>
      </w:pPr>
      <w:r>
        <w:t>Scuola:</w:t>
      </w:r>
    </w:p>
    <w:p w14:paraId="30E7886A" w14:textId="74E8A822" w:rsidR="005A4F16" w:rsidRDefault="005A4F16" w:rsidP="00402D06">
      <w:pPr>
        <w:pStyle w:val="Titolo3"/>
      </w:pPr>
      <w:r>
        <w:t>Indirizzo scolastico</w:t>
      </w:r>
      <w:r w:rsidRPr="00122460">
        <w:rPr>
          <w:sz w:val="24"/>
          <w:szCs w:val="24"/>
        </w:rPr>
        <w:t>:</w:t>
      </w:r>
    </w:p>
    <w:p w14:paraId="4F9E6571" w14:textId="3FE7A4C9" w:rsidR="005A4F16" w:rsidRDefault="005A4F16" w:rsidP="00402D06">
      <w:pPr>
        <w:pStyle w:val="Titolo3"/>
      </w:pPr>
      <w:r>
        <w:t>Classe:</w:t>
      </w:r>
    </w:p>
    <w:p w14:paraId="34A97B8D" w14:textId="3A935875" w:rsidR="005A4F16" w:rsidRDefault="005A4F16" w:rsidP="00402D06">
      <w:pPr>
        <w:pStyle w:val="Titolo3"/>
      </w:pPr>
      <w:r>
        <w:t>Tema</w:t>
      </w:r>
      <w:r w:rsidR="00402D06">
        <w:t>tica scelta</w:t>
      </w:r>
      <w:r>
        <w:t xml:space="preserve"> </w:t>
      </w:r>
      <w:r w:rsidRPr="00122460">
        <w:rPr>
          <w:sz w:val="22"/>
          <w:szCs w:val="22"/>
        </w:rPr>
        <w:t>[</w:t>
      </w:r>
      <w:r w:rsidRPr="00892AA4">
        <w:rPr>
          <w:sz w:val="22"/>
          <w:szCs w:val="22"/>
        </w:rPr>
        <w:t xml:space="preserve">Scegliere tra </w:t>
      </w:r>
      <w:r w:rsidR="00402D06" w:rsidRPr="00892AA4">
        <w:rPr>
          <w:sz w:val="22"/>
          <w:szCs w:val="22"/>
        </w:rPr>
        <w:t>le</w:t>
      </w:r>
      <w:r w:rsidRPr="00892AA4">
        <w:rPr>
          <w:sz w:val="22"/>
          <w:szCs w:val="22"/>
        </w:rPr>
        <w:t xml:space="preserve"> seguenti: </w:t>
      </w:r>
      <w:r w:rsidRPr="001C42BE">
        <w:rPr>
          <w:sz w:val="22"/>
          <w:szCs w:val="22"/>
        </w:rPr>
        <w:t xml:space="preserve">1. </w:t>
      </w:r>
      <w:r w:rsidR="00412C20" w:rsidRPr="001C42BE">
        <w:rPr>
          <w:sz w:val="22"/>
          <w:szCs w:val="22"/>
        </w:rPr>
        <w:t>Educazione ambientale e tutela del territorio</w:t>
      </w:r>
      <w:r w:rsidR="00402D06" w:rsidRPr="001C42BE">
        <w:rPr>
          <w:sz w:val="22"/>
          <w:szCs w:val="22"/>
        </w:rPr>
        <w:t>;</w:t>
      </w:r>
      <w:r w:rsidRPr="001C42BE">
        <w:rPr>
          <w:sz w:val="22"/>
          <w:szCs w:val="22"/>
        </w:rPr>
        <w:t xml:space="preserve"> 2. </w:t>
      </w:r>
      <w:r w:rsidR="00412C20" w:rsidRPr="001C42BE">
        <w:rPr>
          <w:sz w:val="22"/>
          <w:szCs w:val="22"/>
        </w:rPr>
        <w:t>Mobilità sostenibile</w:t>
      </w:r>
      <w:r w:rsidR="00402D06" w:rsidRPr="001C42BE">
        <w:rPr>
          <w:sz w:val="22"/>
          <w:szCs w:val="22"/>
        </w:rPr>
        <w:t>;</w:t>
      </w:r>
      <w:r w:rsidRPr="001C42BE">
        <w:rPr>
          <w:sz w:val="22"/>
          <w:szCs w:val="22"/>
        </w:rPr>
        <w:t xml:space="preserve"> 3. </w:t>
      </w:r>
      <w:r w:rsidR="00412C20" w:rsidRPr="001C42BE">
        <w:rPr>
          <w:sz w:val="22"/>
          <w:szCs w:val="22"/>
        </w:rPr>
        <w:t>Partecipazione civica</w:t>
      </w:r>
      <w:r w:rsidR="00402D06" w:rsidRPr="001C42BE">
        <w:rPr>
          <w:sz w:val="22"/>
          <w:szCs w:val="22"/>
        </w:rPr>
        <w:t>;</w:t>
      </w:r>
      <w:r w:rsidRPr="001C42BE">
        <w:rPr>
          <w:sz w:val="22"/>
          <w:szCs w:val="22"/>
        </w:rPr>
        <w:t xml:space="preserve"> 4. </w:t>
      </w:r>
      <w:r w:rsidR="00412C20" w:rsidRPr="001C42BE">
        <w:rPr>
          <w:sz w:val="22"/>
          <w:szCs w:val="22"/>
        </w:rPr>
        <w:t>Dialogo interculturale</w:t>
      </w:r>
      <w:r w:rsidR="00B55F07" w:rsidRPr="001C42BE">
        <w:rPr>
          <w:sz w:val="22"/>
          <w:szCs w:val="22"/>
        </w:rPr>
        <w:t xml:space="preserve"> e inclusione sociale</w:t>
      </w:r>
      <w:r w:rsidR="00412C20" w:rsidRPr="001C42BE">
        <w:rPr>
          <w:sz w:val="22"/>
          <w:szCs w:val="22"/>
        </w:rPr>
        <w:t>; 5. Valorizzazione del patrimonio culturale</w:t>
      </w:r>
      <w:r w:rsidR="00412C20">
        <w:rPr>
          <w:sz w:val="22"/>
          <w:szCs w:val="22"/>
        </w:rPr>
        <w:t xml:space="preserve"> </w:t>
      </w:r>
      <w:r w:rsidRPr="00892AA4">
        <w:rPr>
          <w:sz w:val="22"/>
          <w:szCs w:val="22"/>
        </w:rPr>
        <w:t xml:space="preserve">(vedere sezione </w:t>
      </w:r>
      <w:r w:rsidR="00122460" w:rsidRPr="00892AA4">
        <w:rPr>
          <w:sz w:val="22"/>
          <w:szCs w:val="22"/>
        </w:rPr>
        <w:t>2</w:t>
      </w:r>
      <w:r w:rsidRPr="00892AA4">
        <w:rPr>
          <w:sz w:val="22"/>
          <w:szCs w:val="22"/>
        </w:rPr>
        <w:t>.1 delle Linee guida)</w:t>
      </w:r>
      <w:r w:rsidR="00402D06" w:rsidRPr="00122460">
        <w:rPr>
          <w:sz w:val="22"/>
          <w:szCs w:val="22"/>
        </w:rPr>
        <w:t>]</w:t>
      </w:r>
      <w:r w:rsidRPr="00122460">
        <w:rPr>
          <w:sz w:val="22"/>
          <w:szCs w:val="22"/>
        </w:rPr>
        <w:t>:</w:t>
      </w:r>
    </w:p>
    <w:p w14:paraId="0FE45658" w14:textId="67C826E1" w:rsidR="00402D06" w:rsidRPr="005875C5" w:rsidRDefault="005A4F16" w:rsidP="00122460">
      <w:pPr>
        <w:pStyle w:val="Titolo3"/>
        <w:rPr>
          <w:sz w:val="22"/>
          <w:szCs w:val="22"/>
        </w:rPr>
      </w:pPr>
      <w:r>
        <w:t xml:space="preserve">Acronimo del progetto </w:t>
      </w:r>
      <w:r w:rsidRPr="005875C5">
        <w:rPr>
          <w:sz w:val="22"/>
          <w:szCs w:val="22"/>
        </w:rPr>
        <w:t>[</w:t>
      </w:r>
      <w:r w:rsidR="00402D06" w:rsidRPr="005875C5">
        <w:rPr>
          <w:sz w:val="22"/>
          <w:szCs w:val="22"/>
        </w:rPr>
        <w:t>P</w:t>
      </w:r>
      <w:r w:rsidR="0016721D" w:rsidRPr="005875C5">
        <w:rPr>
          <w:sz w:val="22"/>
          <w:szCs w:val="22"/>
        </w:rPr>
        <w:t>otet</w:t>
      </w:r>
      <w:r w:rsidR="00402D06" w:rsidRPr="005875C5">
        <w:rPr>
          <w:sz w:val="22"/>
          <w:szCs w:val="22"/>
        </w:rPr>
        <w:t>e scegliere di scrivere solo un breve acronimo o acronimo + titolo]:</w:t>
      </w:r>
    </w:p>
    <w:p w14:paraId="2359E174" w14:textId="77777777" w:rsidR="00402D06" w:rsidRPr="005875C5" w:rsidRDefault="00402D06" w:rsidP="00402D06">
      <w:pPr>
        <w:rPr>
          <w:szCs w:val="22"/>
        </w:rPr>
      </w:pPr>
    </w:p>
    <w:p w14:paraId="32655172" w14:textId="629C8CD6" w:rsidR="00CF1621" w:rsidRDefault="00F04F4D" w:rsidP="00BF59D3">
      <w:pPr>
        <w:pStyle w:val="Titolo2"/>
        <w:numPr>
          <w:ilvl w:val="0"/>
          <w:numId w:val="3"/>
        </w:numPr>
        <w:rPr>
          <w:rFonts w:eastAsia="Calibri"/>
        </w:rPr>
      </w:pPr>
      <w:r w:rsidRPr="00097467">
        <w:rPr>
          <w:rFonts w:eastAsia="Calibri"/>
        </w:rPr>
        <w:t>De</w:t>
      </w:r>
      <w:r w:rsidR="00CF1621">
        <w:rPr>
          <w:rFonts w:eastAsia="Calibri"/>
        </w:rPr>
        <w:t>scrizione dell’idea progettuale.</w:t>
      </w:r>
    </w:p>
    <w:p w14:paraId="09B5A71C" w14:textId="3F108B21" w:rsidR="00402D06" w:rsidRDefault="00916238" w:rsidP="00402D06">
      <w:r>
        <w:t>Di cosa tratta il vostro progetto? Qual è l’obiettivo principale del progetto? In che modo coinvolge attori da entrambi gli stati lungo il confine (Italia e Slovenia)? Perché è fondamentale per il progetto il suo carattere transfrontaliero? Il progetto è sostenibile nel lungo termine? Può essere replicato in altri contesti, diversi da quello previsto inizialmente?</w:t>
      </w:r>
    </w:p>
    <w:p w14:paraId="78B63E3C" w14:textId="77777777" w:rsidR="00916238" w:rsidRPr="00402D06" w:rsidRDefault="00916238" w:rsidP="00402D06"/>
    <w:p w14:paraId="1935A864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A4B141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C45BC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F174B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62F2B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2488C6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78098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5EFEA0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5FAD8B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1A8CD5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A4D22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00B532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8777E7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C58AF5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8D1108" w14:textId="77777777" w:rsidR="00CF1621" w:rsidRP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</w:p>
    <w:p w14:paraId="27D61514" w14:textId="58496ADD" w:rsidR="001C67B9" w:rsidRDefault="00F04F4D" w:rsidP="00BF59D3">
      <w:pPr>
        <w:pStyle w:val="Titolo2"/>
        <w:numPr>
          <w:ilvl w:val="0"/>
          <w:numId w:val="3"/>
        </w:numPr>
      </w:pPr>
      <w:r w:rsidRPr="00F04F4D">
        <w:lastRenderedPageBreak/>
        <w:t xml:space="preserve">Che </w:t>
      </w:r>
      <w:r w:rsidR="00300164">
        <w:t>impatto</w:t>
      </w:r>
      <w:r w:rsidR="00300164" w:rsidRPr="00F04F4D">
        <w:t xml:space="preserve"> </w:t>
      </w:r>
      <w:r w:rsidRPr="00F04F4D">
        <w:t>ha sulla comunità? Quali problemi, questioni ed esigenze affronta?</w:t>
      </w:r>
    </w:p>
    <w:p w14:paraId="01AD3B17" w14:textId="6D4500FA" w:rsidR="00402D06" w:rsidRDefault="00916238" w:rsidP="00402D06">
      <w:r>
        <w:t>Quali esigenze e necessità della comunità transfrontaliera affronta? In che modo può portare benefici alla comunità transfrontaliera? Le attività previste nel progetto incoraggiano l’integrazione della comunità transfrontaliera?</w:t>
      </w:r>
    </w:p>
    <w:p w14:paraId="0B437AC6" w14:textId="77777777" w:rsidR="00916238" w:rsidRPr="00402D06" w:rsidRDefault="00916238" w:rsidP="00402D06"/>
    <w:p w14:paraId="72E1493C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0D053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2DF461" w14:textId="70B3AF25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5273D4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4F61AF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3CBBC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1FE67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A2DD5F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92072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381402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509A40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7AC5C7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8AF505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9E9627" w14:textId="426CE1F7" w:rsidR="00402D06" w:rsidRDefault="00402D06" w:rsidP="00402D06"/>
    <w:p w14:paraId="297C8E10" w14:textId="20F42790" w:rsidR="00F04F4D" w:rsidRDefault="00F04F4D" w:rsidP="00BF59D3">
      <w:pPr>
        <w:pStyle w:val="Titolo2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Quali attività sono previste nel progetto?</w:t>
      </w:r>
    </w:p>
    <w:p w14:paraId="599A7136" w14:textId="013743AD" w:rsidR="0016721D" w:rsidRDefault="00916238" w:rsidP="00402D06">
      <w:r w:rsidRPr="00916238">
        <w:t>Quali attività verranno svolte nell’ambito del progetto? Le attività sono attrattive per i giovani? In che modo vengono coinvolti i giovani?</w:t>
      </w:r>
    </w:p>
    <w:p w14:paraId="33758671" w14:textId="77777777" w:rsidR="00916238" w:rsidRPr="00402D06" w:rsidRDefault="00916238" w:rsidP="00402D06"/>
    <w:p w14:paraId="535E05EE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8412AF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1194B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4919C4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A8F72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3CDD1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C5C2E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398201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B55CA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38B86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E2E60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DF9030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A5F24E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74F64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131CAA" w14:textId="77777777" w:rsidR="00CF1621" w:rsidRP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71D7CA" w14:textId="77777777" w:rsidR="00F04F4D" w:rsidRPr="00F04F4D" w:rsidRDefault="00F04F4D" w:rsidP="00F04F4D">
      <w:pPr>
        <w:ind w:left="360"/>
      </w:pPr>
    </w:p>
    <w:p w14:paraId="55B25BC4" w14:textId="123D5171" w:rsidR="00F04F4D" w:rsidRDefault="00F04F4D" w:rsidP="00BF59D3">
      <w:pPr>
        <w:pStyle w:val="Titolo2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lastRenderedPageBreak/>
        <w:t xml:space="preserve">Quali partner (organizzazioni, </w:t>
      </w:r>
      <w:r w:rsidR="00FE766D">
        <w:rPr>
          <w:rFonts w:eastAsia="Calibri"/>
        </w:rPr>
        <w:t>associazioni</w:t>
      </w:r>
      <w:r>
        <w:rPr>
          <w:rFonts w:eastAsia="Calibri"/>
        </w:rPr>
        <w:t>, scuole, università, istituzioni, ecc.) potrebbero essere coinvolti nel progetto?</w:t>
      </w:r>
    </w:p>
    <w:p w14:paraId="2CCB5D32" w14:textId="181C87B2" w:rsidR="00402D06" w:rsidRDefault="005C100B" w:rsidP="00402D06">
      <w:r w:rsidRPr="005C100B">
        <w:t>Quali sono i partner che potrebbero essere coinvolti nel progetto? È previsto il coinvolgimento di organizzazioni e/o associazioni da entrambe le parti del confine? Per quale motivo sono stati scelti questi partner? Qual è il valore aggiunto che potrebbero portare al progetto?</w:t>
      </w:r>
    </w:p>
    <w:p w14:paraId="198E6FA3" w14:textId="77777777" w:rsidR="005C100B" w:rsidRPr="00402D06" w:rsidRDefault="005C100B" w:rsidP="00402D06"/>
    <w:p w14:paraId="76F7B7C7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5AA22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BF70D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3D417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EAAD3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60B5A1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61551E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3F877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6B405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03AFF6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442B8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9E07EC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1ECDBF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3A118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B13771" w14:textId="77777777" w:rsidR="001928FB" w:rsidRDefault="001928FB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B3DA44" w14:textId="77777777" w:rsidR="00FC26E5" w:rsidRDefault="00FC26E5">
      <w:pPr>
        <w:jc w:val="left"/>
      </w:pPr>
    </w:p>
    <w:p w14:paraId="18F04B3B" w14:textId="07575183" w:rsidR="00FC26E5" w:rsidRDefault="00FC26E5" w:rsidP="00FC26E5">
      <w:pPr>
        <w:jc w:val="left"/>
        <w:rPr>
          <w:i/>
          <w:iCs/>
        </w:rPr>
      </w:pPr>
      <w:r>
        <w:rPr>
          <w:i/>
          <w:iCs/>
        </w:rPr>
        <w:t>Totale parole per tutte le sezioni (1 – 4</w:t>
      </w:r>
      <w:r w:rsidRPr="00A163A1">
        <w:rPr>
          <w:i/>
          <w:iCs/>
        </w:rPr>
        <w:t xml:space="preserve">): </w:t>
      </w:r>
      <w:r w:rsidR="005C100B" w:rsidRPr="00A163A1">
        <w:rPr>
          <w:i/>
          <w:iCs/>
        </w:rPr>
        <w:t xml:space="preserve">ALMENO </w:t>
      </w:r>
      <w:r w:rsidRPr="00A163A1">
        <w:rPr>
          <w:i/>
          <w:iCs/>
        </w:rPr>
        <w:t>1000</w:t>
      </w:r>
      <w:r w:rsidR="00B756AD">
        <w:rPr>
          <w:i/>
          <w:iCs/>
        </w:rPr>
        <w:t xml:space="preserve"> (vedi Linee guida</w:t>
      </w:r>
      <w:r w:rsidR="00AA6320">
        <w:rPr>
          <w:i/>
          <w:iCs/>
        </w:rPr>
        <w:t>,</w:t>
      </w:r>
      <w:r w:rsidR="00B756AD">
        <w:rPr>
          <w:i/>
          <w:iCs/>
        </w:rPr>
        <w:t xml:space="preserve"> </w:t>
      </w:r>
      <w:r w:rsidR="00AA6320">
        <w:rPr>
          <w:i/>
          <w:iCs/>
        </w:rPr>
        <w:t>punto</w:t>
      </w:r>
      <w:r w:rsidR="00B756AD">
        <w:rPr>
          <w:i/>
          <w:iCs/>
        </w:rPr>
        <w:t xml:space="preserve"> 2.2).</w:t>
      </w:r>
    </w:p>
    <w:p w14:paraId="0630CB34" w14:textId="77777777" w:rsidR="00FC26E5" w:rsidRDefault="00FC26E5">
      <w:pPr>
        <w:jc w:val="left"/>
      </w:pPr>
    </w:p>
    <w:p w14:paraId="59908DD5" w14:textId="68C91B7F" w:rsidR="00402D06" w:rsidRDefault="00402D06">
      <w:pPr>
        <w:jc w:val="left"/>
      </w:pPr>
      <w:r>
        <w:br w:type="page"/>
      </w:r>
    </w:p>
    <w:p w14:paraId="111B50C7" w14:textId="50FA9693" w:rsidR="00402D06" w:rsidRDefault="00A50BC8" w:rsidP="00402D06">
      <w:pPr>
        <w:pStyle w:val="Titolo2"/>
        <w:numPr>
          <w:ilvl w:val="0"/>
          <w:numId w:val="4"/>
        </w:numPr>
        <w:rPr>
          <w:rFonts w:eastAsia="Calibri"/>
          <w:lang w:val="en-GB"/>
        </w:rPr>
      </w:pPr>
      <w:r>
        <w:rPr>
          <w:rFonts w:eastAsia="Calibri"/>
          <w:lang w:val="en-GB"/>
        </w:rPr>
        <w:lastRenderedPageBreak/>
        <w:t>E</w:t>
      </w:r>
      <w:r w:rsidRPr="00D76226">
        <w:rPr>
          <w:rFonts w:eastAsia="Calibri"/>
          <w:lang w:val="en-GB"/>
        </w:rPr>
        <w:t>xplain your project proposal.</w:t>
      </w:r>
    </w:p>
    <w:p w14:paraId="386F6875" w14:textId="1FF0111E" w:rsidR="00D713FA" w:rsidRPr="00D713FA" w:rsidRDefault="00D713FA" w:rsidP="00D713FA">
      <w:pPr>
        <w:rPr>
          <w:lang w:val="en-GB"/>
        </w:rPr>
      </w:pPr>
      <w:r w:rsidRPr="00D713FA">
        <w:rPr>
          <w:lang w:val="en-GB"/>
        </w:rPr>
        <w:t>What is your project about</w:t>
      </w:r>
      <w:r>
        <w:rPr>
          <w:lang w:val="en-GB"/>
        </w:rPr>
        <w:t>? What is the mail goal of the project? How does it involve actors from both countries along the border between Italy and Slovenia? Why is the cross-border nature of the project essential? Is the project sustainable in the long term? Can it be replaces in other contexts, different from the original one?</w:t>
      </w:r>
    </w:p>
    <w:p w14:paraId="5407D035" w14:textId="77777777" w:rsidR="00402D06" w:rsidRPr="00D713FA" w:rsidRDefault="00402D06" w:rsidP="00402D06">
      <w:pPr>
        <w:rPr>
          <w:lang w:val="en-GB"/>
        </w:rPr>
      </w:pPr>
    </w:p>
    <w:p w14:paraId="2E4868DF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B098C23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B171DA4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5FDE1B5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FB795D7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5F9228F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C8215CF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A1C87EB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DC4E902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866F446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D02DF71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763DDB3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5A0039A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D1BB5D4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B5BDBB1" w14:textId="77777777" w:rsidR="00A50BC8" w:rsidRPr="00D713FA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89D2941" w14:textId="77777777" w:rsidR="00A50BC8" w:rsidRPr="00D713FA" w:rsidRDefault="00A50BC8" w:rsidP="00A50BC8">
      <w:pPr>
        <w:rPr>
          <w:lang w:val="en-GB"/>
        </w:rPr>
      </w:pPr>
    </w:p>
    <w:p w14:paraId="22768D86" w14:textId="482EF817" w:rsidR="00A50BC8" w:rsidRDefault="00A50BC8" w:rsidP="00BF59D3">
      <w:pPr>
        <w:pStyle w:val="Titolo2"/>
        <w:numPr>
          <w:ilvl w:val="0"/>
          <w:numId w:val="4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t>How does it affect the community? Which problems, issues and needs does it tackle?</w:t>
      </w:r>
    </w:p>
    <w:p w14:paraId="4CF053EF" w14:textId="4820128D" w:rsidR="00402D06" w:rsidRDefault="00D713FA" w:rsidP="00402D06">
      <w:pPr>
        <w:rPr>
          <w:lang w:val="en-GB"/>
        </w:rPr>
      </w:pPr>
      <w:r>
        <w:rPr>
          <w:lang w:val="en-GB"/>
        </w:rPr>
        <w:t xml:space="preserve">What needs and challenges of the cross-border community does it address? How can it benefit the cross-border community? Do the activities encourage integration within the cross-border community? </w:t>
      </w:r>
    </w:p>
    <w:p w14:paraId="1FA37705" w14:textId="77777777" w:rsidR="00402D06" w:rsidRPr="00402D06" w:rsidRDefault="00402D06" w:rsidP="00402D06">
      <w:pPr>
        <w:rPr>
          <w:lang w:val="en-GB"/>
        </w:rPr>
      </w:pPr>
    </w:p>
    <w:p w14:paraId="73CCBD99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E480B9E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8D66BBC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65811D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5B2C1CC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623CF58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7711A2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961D38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FE3780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462E22E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4B3D4D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856953F" w14:textId="77777777" w:rsidR="00122460" w:rsidRDefault="00122460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0D459FD" w14:textId="77777777" w:rsidR="00122460" w:rsidRDefault="00122460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6F7D7E6" w14:textId="77777777" w:rsidR="00402D06" w:rsidRDefault="00402D06" w:rsidP="00402D06">
      <w:pPr>
        <w:rPr>
          <w:lang w:val="en-GB"/>
        </w:rPr>
      </w:pPr>
    </w:p>
    <w:p w14:paraId="434DE182" w14:textId="5729714D" w:rsidR="00A50BC8" w:rsidRDefault="00A50BC8" w:rsidP="00BF59D3">
      <w:pPr>
        <w:pStyle w:val="Titolo2"/>
        <w:numPr>
          <w:ilvl w:val="0"/>
          <w:numId w:val="4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t xml:space="preserve">Which project activities </w:t>
      </w:r>
      <w:proofErr w:type="gramStart"/>
      <w:r w:rsidRPr="00D76226">
        <w:rPr>
          <w:rFonts w:eastAsia="Calibri"/>
          <w:lang w:val="en-GB"/>
        </w:rPr>
        <w:t>are foreseen</w:t>
      </w:r>
      <w:proofErr w:type="gramEnd"/>
      <w:r w:rsidRPr="00D76226">
        <w:rPr>
          <w:rFonts w:eastAsia="Calibri"/>
          <w:lang w:val="en-GB"/>
        </w:rPr>
        <w:t>?</w:t>
      </w:r>
    </w:p>
    <w:p w14:paraId="19576DB9" w14:textId="14C52BF2" w:rsidR="00402D06" w:rsidRDefault="00D713FA" w:rsidP="00402D06">
      <w:pPr>
        <w:rPr>
          <w:lang w:val="en-GB"/>
        </w:rPr>
      </w:pPr>
      <w:r>
        <w:rPr>
          <w:lang w:val="en-GB"/>
        </w:rPr>
        <w:t xml:space="preserve">What activities </w:t>
      </w:r>
      <w:proofErr w:type="gramStart"/>
      <w:r>
        <w:rPr>
          <w:lang w:val="en-GB"/>
        </w:rPr>
        <w:t>will be carried out</w:t>
      </w:r>
      <w:proofErr w:type="gramEnd"/>
      <w:r>
        <w:rPr>
          <w:lang w:val="en-GB"/>
        </w:rPr>
        <w:t xml:space="preserve"> as part of the project? Are they attractive to young people? How are young people involved in the activities?</w:t>
      </w:r>
    </w:p>
    <w:p w14:paraId="1E6B9166" w14:textId="77777777" w:rsidR="00D713FA" w:rsidRPr="00402D06" w:rsidRDefault="00D713FA" w:rsidP="00402D06">
      <w:pPr>
        <w:rPr>
          <w:lang w:val="en-GB"/>
        </w:rPr>
      </w:pPr>
    </w:p>
    <w:p w14:paraId="2AD27CF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9A1914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CA0805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545D41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87F998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477F968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5D59DA6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8A631EE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CE8327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FE446E0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425909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5B88AA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6231535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E41FE8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F514DB0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21317E9" w14:textId="77777777" w:rsidR="00A50BC8" w:rsidRDefault="00A50BC8" w:rsidP="00A50BC8">
      <w:pPr>
        <w:rPr>
          <w:lang w:val="en-GB"/>
        </w:rPr>
      </w:pPr>
    </w:p>
    <w:p w14:paraId="7D75D486" w14:textId="7EACCD85" w:rsidR="00A50BC8" w:rsidRDefault="00A50BC8" w:rsidP="00BF59D3">
      <w:pPr>
        <w:pStyle w:val="Titolo2"/>
        <w:numPr>
          <w:ilvl w:val="0"/>
          <w:numId w:val="4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t xml:space="preserve">Which </w:t>
      </w:r>
      <w:proofErr w:type="gramStart"/>
      <w:r w:rsidRPr="00D76226">
        <w:rPr>
          <w:rFonts w:eastAsia="Calibri"/>
          <w:lang w:val="en-GB"/>
        </w:rPr>
        <w:t>partners</w:t>
      </w:r>
      <w:proofErr w:type="gramEnd"/>
      <w:r w:rsidRPr="00D76226">
        <w:rPr>
          <w:rFonts w:eastAsia="Calibri"/>
          <w:lang w:val="en-GB"/>
        </w:rPr>
        <w:t xml:space="preserve"> (organization, club, school, university, institution etc.) could be involved in the project?</w:t>
      </w:r>
    </w:p>
    <w:p w14:paraId="46556D83" w14:textId="0AC98C31" w:rsidR="00402D06" w:rsidRDefault="00D713FA" w:rsidP="00402D06">
      <w:pPr>
        <w:rPr>
          <w:lang w:val="en-GB"/>
        </w:rPr>
      </w:pPr>
      <w:r>
        <w:rPr>
          <w:lang w:val="en-GB"/>
        </w:rPr>
        <w:t xml:space="preserve">Which partners could be involved in the project? Will organizations and/or associations from both sides of the border be involved? Why </w:t>
      </w:r>
      <w:proofErr w:type="gramStart"/>
      <w:r>
        <w:rPr>
          <w:lang w:val="en-GB"/>
        </w:rPr>
        <w:t>were these partners chosen</w:t>
      </w:r>
      <w:proofErr w:type="gramEnd"/>
      <w:r>
        <w:rPr>
          <w:lang w:val="en-GB"/>
        </w:rPr>
        <w:t xml:space="preserve">? What </w:t>
      </w:r>
      <w:proofErr w:type="gramStart"/>
      <w:r>
        <w:rPr>
          <w:lang w:val="en-GB"/>
        </w:rPr>
        <w:t>added values</w:t>
      </w:r>
      <w:proofErr w:type="gramEnd"/>
      <w:r>
        <w:rPr>
          <w:lang w:val="en-GB"/>
        </w:rPr>
        <w:t xml:space="preserve"> could they bring to the project?</w:t>
      </w:r>
    </w:p>
    <w:p w14:paraId="7FF446FF" w14:textId="77777777" w:rsidR="00402D06" w:rsidRPr="00402D06" w:rsidRDefault="00402D06" w:rsidP="00402D06">
      <w:pPr>
        <w:rPr>
          <w:lang w:val="en-GB"/>
        </w:rPr>
      </w:pPr>
    </w:p>
    <w:p w14:paraId="592262B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A4F0A4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6A12F4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CEDB7E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6ACBF40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FF858A3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C46A02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5694C2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9430E2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0C9987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5274C6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2A1948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21847A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FA6131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4C0BB4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E65C7CC" w14:textId="77777777" w:rsidR="007A06C2" w:rsidRDefault="007A06C2" w:rsidP="00D07E88">
      <w:pPr>
        <w:rPr>
          <w:i/>
          <w:iCs/>
          <w:lang w:val="en-GB"/>
        </w:rPr>
      </w:pPr>
    </w:p>
    <w:p w14:paraId="76B22C75" w14:textId="6E21B691" w:rsidR="00D07E88" w:rsidRPr="00D07E88" w:rsidRDefault="00D07E88" w:rsidP="00D07E88">
      <w:pPr>
        <w:rPr>
          <w:i/>
          <w:iCs/>
          <w:lang w:val="en-GB"/>
        </w:rPr>
      </w:pPr>
      <w:r w:rsidRPr="00D07E88">
        <w:rPr>
          <w:i/>
          <w:iCs/>
          <w:lang w:val="en-GB"/>
        </w:rPr>
        <w:t>Total number of words f</w:t>
      </w:r>
      <w:r>
        <w:rPr>
          <w:i/>
          <w:iCs/>
          <w:lang w:val="en-GB"/>
        </w:rPr>
        <w:t>or</w:t>
      </w:r>
      <w:r w:rsidRPr="00D07E88">
        <w:rPr>
          <w:i/>
          <w:iCs/>
          <w:lang w:val="en-GB"/>
        </w:rPr>
        <w:t xml:space="preserve"> section 1 to section 4</w:t>
      </w:r>
      <w:r w:rsidRPr="00660D05">
        <w:rPr>
          <w:i/>
          <w:iCs/>
          <w:lang w:val="en-GB"/>
        </w:rPr>
        <w:t xml:space="preserve">: </w:t>
      </w:r>
      <w:r w:rsidR="00A8767F" w:rsidRPr="00660D05">
        <w:rPr>
          <w:i/>
          <w:iCs/>
          <w:lang w:val="en-GB"/>
        </w:rPr>
        <w:t xml:space="preserve">AT LEAST </w:t>
      </w:r>
      <w:r w:rsidRPr="00660D05">
        <w:rPr>
          <w:i/>
          <w:iCs/>
          <w:lang w:val="en-GB"/>
        </w:rPr>
        <w:t>1000</w:t>
      </w:r>
      <w:r w:rsidR="00A8767F" w:rsidRPr="00660D05">
        <w:rPr>
          <w:i/>
          <w:iCs/>
          <w:lang w:val="en-GB"/>
        </w:rPr>
        <w:t xml:space="preserve"> words</w:t>
      </w:r>
      <w:r w:rsidRPr="00660D05">
        <w:rPr>
          <w:i/>
          <w:iCs/>
          <w:lang w:val="en-GB"/>
        </w:rPr>
        <w:t>.</w:t>
      </w:r>
    </w:p>
    <w:sectPr w:rsidR="00D07E88" w:rsidRPr="00D07E88" w:rsidSect="006F35A4">
      <w:headerReference w:type="default" r:id="rId17"/>
      <w:footerReference w:type="even" r:id="rId18"/>
      <w:footerReference w:type="default" r:id="rId19"/>
      <w:pgSz w:w="11906" w:h="16838"/>
      <w:pgMar w:top="2268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BF8B8" w14:textId="77777777" w:rsidR="0064059D" w:rsidRDefault="0064059D" w:rsidP="00A37662">
      <w:r>
        <w:separator/>
      </w:r>
    </w:p>
  </w:endnote>
  <w:endnote w:type="continuationSeparator" w:id="0">
    <w:p w14:paraId="5F1B4CF4" w14:textId="77777777" w:rsidR="0064059D" w:rsidRDefault="0064059D" w:rsidP="00A37662">
      <w:r>
        <w:continuationSeparator/>
      </w:r>
    </w:p>
  </w:endnote>
  <w:endnote w:type="continuationNotice" w:id="1">
    <w:p w14:paraId="5B815586" w14:textId="77777777" w:rsidR="007A3D9C" w:rsidRDefault="007A3D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2987DF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E4E2358" w14:textId="77777777" w:rsidR="001C67B9" w:rsidRDefault="001C67B9" w:rsidP="001C6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8897DFC" w14:textId="5BE0945A" w:rsidR="001C67B9" w:rsidRPr="001C67B9" w:rsidRDefault="001C67B9" w:rsidP="00CA62C7">
        <w:pPr>
          <w:pStyle w:val="Pidipagina"/>
          <w:framePr w:wrap="none" w:vAnchor="text" w:hAnchor="page" w:x="10521" w:y="-80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EF47CD">
          <w:rPr>
            <w:rStyle w:val="Numeropagina"/>
            <w:rFonts w:cs="Open Sans"/>
            <w:noProof/>
            <w:color w:val="1E3D86"/>
          </w:rPr>
          <w:t>7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3DB3027D" w14:textId="7C8ED8DC" w:rsidR="001C67B9" w:rsidRDefault="00C158BD" w:rsidP="001C67B9">
    <w:pPr>
      <w:pStyle w:val="Pidipagina"/>
      <w:ind w:right="360"/>
    </w:pPr>
    <w:r>
      <w:rPr>
        <w:noProof/>
        <w:lang w:eastAsia="it-IT"/>
      </w:rPr>
      <w:drawing>
        <wp:anchor distT="0" distB="0" distL="114300" distR="114300" simplePos="0" relativeHeight="251664387" behindDoc="1" locked="0" layoutInCell="1" allowOverlap="1" wp14:anchorId="0142959D" wp14:editId="45BCB32F">
          <wp:simplePos x="0" y="0"/>
          <wp:positionH relativeFrom="column">
            <wp:posOffset>3521710</wp:posOffset>
          </wp:positionH>
          <wp:positionV relativeFrom="paragraph">
            <wp:posOffset>-635</wp:posOffset>
          </wp:positionV>
          <wp:extent cx="387025" cy="396864"/>
          <wp:effectExtent l="0" t="0" r="0" b="381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025" cy="3968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62C7" w:rsidRPr="00B53860">
      <w:rPr>
        <w:noProof/>
        <w:lang w:eastAsia="it-IT"/>
      </w:rPr>
      <w:drawing>
        <wp:anchor distT="0" distB="0" distL="114300" distR="114300" simplePos="0" relativeHeight="251666435" behindDoc="0" locked="0" layoutInCell="1" allowOverlap="1" wp14:anchorId="78E89EDB" wp14:editId="12604EA9">
          <wp:simplePos x="0" y="0"/>
          <wp:positionH relativeFrom="column">
            <wp:posOffset>4038600</wp:posOffset>
          </wp:positionH>
          <wp:positionV relativeFrom="paragraph">
            <wp:posOffset>-101600</wp:posOffset>
          </wp:positionV>
          <wp:extent cx="536400" cy="543600"/>
          <wp:effectExtent l="0" t="0" r="0" b="8890"/>
          <wp:wrapNone/>
          <wp:docPr id="21" name="Immagine 21" descr="C:\Users\a04185\Desktop\Logo Youth4Cooperation senza 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a04185\Desktop\Logo Youth4Cooperation senza sfond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4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62C7" w:rsidRPr="002D7363">
      <w:rPr>
        <w:noProof/>
        <w:lang w:eastAsia="it-IT"/>
      </w:rPr>
      <w:drawing>
        <wp:anchor distT="0" distB="0" distL="114300" distR="114300" simplePos="0" relativeHeight="251662339" behindDoc="0" locked="0" layoutInCell="1" allowOverlap="1" wp14:anchorId="3C0F83CD" wp14:editId="67CE0D07">
          <wp:simplePos x="0" y="0"/>
          <wp:positionH relativeFrom="page">
            <wp:posOffset>2288540</wp:posOffset>
          </wp:positionH>
          <wp:positionV relativeFrom="paragraph">
            <wp:posOffset>0</wp:posOffset>
          </wp:positionV>
          <wp:extent cx="1774800" cy="396000"/>
          <wp:effectExtent l="0" t="0" r="0" b="4445"/>
          <wp:wrapNone/>
          <wp:docPr id="4" name="Immagine 4" descr="C:\Users\a04185\Desktop\logo FVG 10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04185\Desktop\logo FVG 102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67B9"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A4DFB86" wp14:editId="7F9D63CD">
          <wp:simplePos x="0" y="0"/>
          <wp:positionH relativeFrom="page">
            <wp:align>center</wp:align>
          </wp:positionH>
          <wp:positionV relativeFrom="paragraph">
            <wp:posOffset>-289560</wp:posOffset>
          </wp:positionV>
          <wp:extent cx="6033600" cy="100800"/>
          <wp:effectExtent l="0" t="0" r="0" b="0"/>
          <wp:wrapSquare wrapText="bothSides"/>
          <wp:docPr id="1303034284" name="Immagine 1303034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3600" cy="10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35BC1" w14:textId="77777777" w:rsidR="0064059D" w:rsidRDefault="0064059D" w:rsidP="00A37662">
      <w:r>
        <w:separator/>
      </w:r>
    </w:p>
  </w:footnote>
  <w:footnote w:type="continuationSeparator" w:id="0">
    <w:p w14:paraId="7845BF75" w14:textId="77777777" w:rsidR="0064059D" w:rsidRDefault="0064059D" w:rsidP="00A37662">
      <w:r>
        <w:continuationSeparator/>
      </w:r>
    </w:p>
  </w:footnote>
  <w:footnote w:type="continuationNotice" w:id="1">
    <w:p w14:paraId="67279F43" w14:textId="77777777" w:rsidR="007A3D9C" w:rsidRDefault="007A3D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C20C5" w14:textId="7751A084" w:rsidR="00A37662" w:rsidRDefault="00CA62C7" w:rsidP="00A37662">
    <w:pPr>
      <w:pStyle w:val="Intestazione"/>
      <w:jc w:val="left"/>
    </w:pPr>
    <w:r>
      <w:rPr>
        <w:noProof/>
        <w:lang w:eastAsia="it-IT"/>
      </w:rPr>
      <w:drawing>
        <wp:anchor distT="0" distB="0" distL="114300" distR="114300" simplePos="0" relativeHeight="251660291" behindDoc="1" locked="0" layoutInCell="1" allowOverlap="1" wp14:anchorId="1187DD72" wp14:editId="59282636">
          <wp:simplePos x="0" y="0"/>
          <wp:positionH relativeFrom="column">
            <wp:posOffset>4741968</wp:posOffset>
          </wp:positionH>
          <wp:positionV relativeFrom="page">
            <wp:posOffset>416560</wp:posOffset>
          </wp:positionV>
          <wp:extent cx="1378800" cy="56160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MODER RUME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00" t="32266" r="15600" b="36267"/>
                  <a:stretch/>
                </pic:blipFill>
                <pic:spPr bwMode="auto">
                  <a:xfrm>
                    <a:off x="0" y="0"/>
                    <a:ext cx="1378800" cy="561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35A4">
      <w:rPr>
        <w:noProof/>
        <w:lang w:eastAsia="it-IT"/>
      </w:rPr>
      <w:drawing>
        <wp:anchor distT="0" distB="0" distL="114300" distR="114300" simplePos="0" relativeHeight="251658243" behindDoc="1" locked="0" layoutInCell="1" allowOverlap="1" wp14:anchorId="42039B5A" wp14:editId="7F307D79">
          <wp:simplePos x="0" y="0"/>
          <wp:positionH relativeFrom="margin">
            <wp:posOffset>0</wp:posOffset>
          </wp:positionH>
          <wp:positionV relativeFrom="page">
            <wp:posOffset>449580</wp:posOffset>
          </wp:positionV>
          <wp:extent cx="4940300" cy="501015"/>
          <wp:effectExtent l="0" t="0" r="0" b="0"/>
          <wp:wrapNone/>
          <wp:docPr id="856770599" name="Immagine 856770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770599" name="Immagine 1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768"/>
                  <a:stretch/>
                </pic:blipFill>
                <pic:spPr bwMode="auto">
                  <a:xfrm>
                    <a:off x="0" y="0"/>
                    <a:ext cx="4955594" cy="5025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7662">
      <w:t xml:space="preserve"> </w:t>
    </w:r>
    <w:r w:rsidR="00A37662">
      <w:tab/>
    </w:r>
    <w:r w:rsidR="00A3766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6181"/>
    <w:multiLevelType w:val="hybridMultilevel"/>
    <w:tmpl w:val="4DCA9D50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17A9F"/>
    <w:multiLevelType w:val="hybridMultilevel"/>
    <w:tmpl w:val="997215CC"/>
    <w:lvl w:ilvl="0" w:tplc="C54221F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F3E24"/>
    <w:multiLevelType w:val="hybridMultilevel"/>
    <w:tmpl w:val="632037F2"/>
    <w:lvl w:ilvl="0" w:tplc="DFE031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C1C87"/>
    <w:multiLevelType w:val="hybridMultilevel"/>
    <w:tmpl w:val="54B060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AA"/>
    <w:rsid w:val="00003BEB"/>
    <w:rsid w:val="000273A3"/>
    <w:rsid w:val="00031719"/>
    <w:rsid w:val="00066D21"/>
    <w:rsid w:val="00087FA5"/>
    <w:rsid w:val="000D5FDF"/>
    <w:rsid w:val="000D7534"/>
    <w:rsid w:val="000F1A84"/>
    <w:rsid w:val="000F469B"/>
    <w:rsid w:val="00112EBB"/>
    <w:rsid w:val="00122460"/>
    <w:rsid w:val="00143566"/>
    <w:rsid w:val="0016721D"/>
    <w:rsid w:val="00175AC8"/>
    <w:rsid w:val="001842BE"/>
    <w:rsid w:val="001928FB"/>
    <w:rsid w:val="001B15E9"/>
    <w:rsid w:val="001C42BE"/>
    <w:rsid w:val="001C67B9"/>
    <w:rsid w:val="00227ED2"/>
    <w:rsid w:val="00233EE3"/>
    <w:rsid w:val="00277EA2"/>
    <w:rsid w:val="002942C0"/>
    <w:rsid w:val="002A0384"/>
    <w:rsid w:val="00300164"/>
    <w:rsid w:val="00310343"/>
    <w:rsid w:val="00334A5A"/>
    <w:rsid w:val="00340333"/>
    <w:rsid w:val="0035554B"/>
    <w:rsid w:val="003B32A9"/>
    <w:rsid w:val="003F298C"/>
    <w:rsid w:val="003F452F"/>
    <w:rsid w:val="00402D06"/>
    <w:rsid w:val="00412C20"/>
    <w:rsid w:val="00415DC0"/>
    <w:rsid w:val="00453B47"/>
    <w:rsid w:val="004708D6"/>
    <w:rsid w:val="004E2D36"/>
    <w:rsid w:val="00514B92"/>
    <w:rsid w:val="00516A0C"/>
    <w:rsid w:val="0055257E"/>
    <w:rsid w:val="0055527C"/>
    <w:rsid w:val="005875C5"/>
    <w:rsid w:val="005A2F03"/>
    <w:rsid w:val="005A4F16"/>
    <w:rsid w:val="005C100B"/>
    <w:rsid w:val="005C4744"/>
    <w:rsid w:val="005F70B9"/>
    <w:rsid w:val="00600084"/>
    <w:rsid w:val="006401CB"/>
    <w:rsid w:val="0064059D"/>
    <w:rsid w:val="00660D05"/>
    <w:rsid w:val="006D1642"/>
    <w:rsid w:val="006F35A4"/>
    <w:rsid w:val="006F6513"/>
    <w:rsid w:val="00727F74"/>
    <w:rsid w:val="00744E58"/>
    <w:rsid w:val="00761FF4"/>
    <w:rsid w:val="00772FAF"/>
    <w:rsid w:val="007865AD"/>
    <w:rsid w:val="007A06C2"/>
    <w:rsid w:val="007A3D9C"/>
    <w:rsid w:val="007D7092"/>
    <w:rsid w:val="0081502D"/>
    <w:rsid w:val="00821F1E"/>
    <w:rsid w:val="00860BCF"/>
    <w:rsid w:val="00863563"/>
    <w:rsid w:val="008806CC"/>
    <w:rsid w:val="0088565A"/>
    <w:rsid w:val="008927A0"/>
    <w:rsid w:val="00892AA4"/>
    <w:rsid w:val="008A61F6"/>
    <w:rsid w:val="008F2AD8"/>
    <w:rsid w:val="00914D4F"/>
    <w:rsid w:val="00916238"/>
    <w:rsid w:val="0093154A"/>
    <w:rsid w:val="009407B5"/>
    <w:rsid w:val="00955484"/>
    <w:rsid w:val="009713B8"/>
    <w:rsid w:val="009816E1"/>
    <w:rsid w:val="00982DCB"/>
    <w:rsid w:val="00997088"/>
    <w:rsid w:val="00A163A1"/>
    <w:rsid w:val="00A37662"/>
    <w:rsid w:val="00A50BC8"/>
    <w:rsid w:val="00A8767F"/>
    <w:rsid w:val="00AA6320"/>
    <w:rsid w:val="00AD1605"/>
    <w:rsid w:val="00AD3E22"/>
    <w:rsid w:val="00AD66C3"/>
    <w:rsid w:val="00AE067F"/>
    <w:rsid w:val="00AF1BA1"/>
    <w:rsid w:val="00B5017C"/>
    <w:rsid w:val="00B50654"/>
    <w:rsid w:val="00B55F07"/>
    <w:rsid w:val="00B756AD"/>
    <w:rsid w:val="00BA5BAC"/>
    <w:rsid w:val="00BD2EEC"/>
    <w:rsid w:val="00BF59D3"/>
    <w:rsid w:val="00C158BD"/>
    <w:rsid w:val="00C15F6E"/>
    <w:rsid w:val="00C56503"/>
    <w:rsid w:val="00C61E2B"/>
    <w:rsid w:val="00CA62C7"/>
    <w:rsid w:val="00CB741D"/>
    <w:rsid w:val="00CD24F3"/>
    <w:rsid w:val="00CE261A"/>
    <w:rsid w:val="00CF1621"/>
    <w:rsid w:val="00D03101"/>
    <w:rsid w:val="00D07E88"/>
    <w:rsid w:val="00D30385"/>
    <w:rsid w:val="00D713FA"/>
    <w:rsid w:val="00D86039"/>
    <w:rsid w:val="00D947D6"/>
    <w:rsid w:val="00DA774D"/>
    <w:rsid w:val="00DB68CE"/>
    <w:rsid w:val="00E105E9"/>
    <w:rsid w:val="00E358AA"/>
    <w:rsid w:val="00E66154"/>
    <w:rsid w:val="00E74BB3"/>
    <w:rsid w:val="00E9258E"/>
    <w:rsid w:val="00EC3179"/>
    <w:rsid w:val="00EC6D5D"/>
    <w:rsid w:val="00EF47CD"/>
    <w:rsid w:val="00F04F4D"/>
    <w:rsid w:val="00F22FA9"/>
    <w:rsid w:val="00FA4C0F"/>
    <w:rsid w:val="00FB36B4"/>
    <w:rsid w:val="00FB600E"/>
    <w:rsid w:val="00FC26E5"/>
    <w:rsid w:val="00FD094E"/>
    <w:rsid w:val="00FE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36E3C5E"/>
  <w15:chartTrackingRefBased/>
  <w15:docId w15:val="{4FD38AF8-FA26-478E-9B30-442C6003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162C6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2C6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162C64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1E3C87" w:themeColor="accent1"/>
        <w:left w:val="single" w:sz="4" w:space="0" w:color="1E3C87" w:themeColor="accent1"/>
        <w:bottom w:val="single" w:sz="4" w:space="0" w:color="1E3C87" w:themeColor="accent1"/>
        <w:right w:val="single" w:sz="4" w:space="0" w:color="1E3C8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37662"/>
    <w:rPr>
      <w:rFonts w:eastAsiaTheme="majorEastAsia" w:cstheme="majorBidi"/>
      <w:color w:val="162C6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162C6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162C64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162C6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162C64" w:themeColor="accent1" w:themeShade="BF"/>
        <w:bottom w:val="single" w:sz="4" w:space="10" w:color="162C64" w:themeColor="accent1" w:themeShade="BF"/>
      </w:pBdr>
      <w:spacing w:before="360" w:after="360"/>
      <w:ind w:left="864" w:right="864"/>
      <w:jc w:val="center"/>
    </w:pPr>
    <w:rPr>
      <w:i/>
      <w:iCs/>
      <w:color w:val="162C6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162C6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162C6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table" w:customStyle="1" w:styleId="Tabellagriglia4-colore11">
    <w:name w:val="Tabella griglia 4 - colore 11"/>
    <w:basedOn w:val="Tabellanormale"/>
    <w:next w:val="Tabellagriglia4-colore1"/>
    <w:uiPriority w:val="49"/>
    <w:rsid w:val="00F04F4D"/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agriglia4-colore1">
    <w:name w:val="Grid Table 4 Accent 1"/>
    <w:basedOn w:val="Tabellanormale"/>
    <w:uiPriority w:val="49"/>
    <w:rsid w:val="00F04F4D"/>
    <w:tblPr>
      <w:tblStyleRowBandSize w:val="1"/>
      <w:tblStyleColBandSize w:val="1"/>
      <w:tblBorders>
        <w:top w:val="single" w:sz="4" w:space="0" w:color="557AD9" w:themeColor="accent1" w:themeTint="99"/>
        <w:left w:val="single" w:sz="4" w:space="0" w:color="557AD9" w:themeColor="accent1" w:themeTint="99"/>
        <w:bottom w:val="single" w:sz="4" w:space="0" w:color="557AD9" w:themeColor="accent1" w:themeTint="99"/>
        <w:right w:val="single" w:sz="4" w:space="0" w:color="557AD9" w:themeColor="accent1" w:themeTint="99"/>
        <w:insideH w:val="single" w:sz="4" w:space="0" w:color="557AD9" w:themeColor="accent1" w:themeTint="99"/>
        <w:insideV w:val="single" w:sz="4" w:space="0" w:color="557AD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3C87" w:themeColor="accent1"/>
          <w:left w:val="single" w:sz="4" w:space="0" w:color="1E3C87" w:themeColor="accent1"/>
          <w:bottom w:val="single" w:sz="4" w:space="0" w:color="1E3C87" w:themeColor="accent1"/>
          <w:right w:val="single" w:sz="4" w:space="0" w:color="1E3C87" w:themeColor="accent1"/>
          <w:insideH w:val="nil"/>
          <w:insideV w:val="nil"/>
        </w:tcBorders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2F2" w:themeFill="accent1" w:themeFillTint="33"/>
      </w:tcPr>
    </w:tblStylePr>
    <w:tblStylePr w:type="band1Horz">
      <w:tblPr/>
      <w:tcPr>
        <w:shd w:val="clear" w:color="auto" w:fill="C6D2F2" w:themeFill="accent1" w:themeFillTint="33"/>
      </w:tcPr>
    </w:tblStylePr>
  </w:style>
  <w:style w:type="paragraph" w:styleId="Revisione">
    <w:name w:val="Revision"/>
    <w:hidden/>
    <w:uiPriority w:val="99"/>
    <w:semiHidden/>
    <w:rsid w:val="00AE067F"/>
    <w:rPr>
      <w:rFonts w:ascii="Open Sans" w:hAnsi="Open Sans"/>
      <w:color w:val="404040" w:themeColor="text1" w:themeTint="BF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A5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A5A"/>
    <w:rPr>
      <w:rFonts w:ascii="Segoe UI" w:hAnsi="Segoe UI" w:cs="Segoe UI"/>
      <w:color w:val="404040" w:themeColor="text1" w:themeTint="BF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E74B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4BB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74BB3"/>
    <w:rPr>
      <w:rFonts w:ascii="Open Sans" w:hAnsi="Open Sans"/>
      <w:color w:val="404040" w:themeColor="text1" w:themeTint="BF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BB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BB3"/>
    <w:rPr>
      <w:rFonts w:ascii="Open Sans" w:hAnsi="Open Sans"/>
      <w:b/>
      <w:b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9.png"/><Relationship Id="rId1" Type="http://schemas.openxmlformats.org/officeDocument/2006/relationships/image" Target="media/image8.pn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73\Desktop\comunicazione%20VEC\NUOVA%20GRAFICA\A4_a.dotx" TargetMode="External"/></Relationships>
</file>

<file path=word/theme/theme1.xml><?xml version="1.0" encoding="utf-8"?>
<a:theme xmlns:a="http://schemas.openxmlformats.org/drawingml/2006/main" name="Tema di Office">
  <a:themeElements>
    <a:clrScheme name="ITA-SLO">
      <a:dk1>
        <a:srgbClr val="000000"/>
      </a:dk1>
      <a:lt1>
        <a:srgbClr val="FFFFFF"/>
      </a:lt1>
      <a:dk2>
        <a:srgbClr val="1D1D1B"/>
      </a:dk2>
      <a:lt2>
        <a:srgbClr val="F6F6F6"/>
      </a:lt2>
      <a:accent1>
        <a:srgbClr val="1E3C87"/>
      </a:accent1>
      <a:accent2>
        <a:srgbClr val="8CC315"/>
      </a:accent2>
      <a:accent3>
        <a:srgbClr val="2CB1A3"/>
      </a:accent3>
      <a:accent4>
        <a:srgbClr val="0F71B5"/>
      </a:accent4>
      <a:accent5>
        <a:srgbClr val="DC5D58"/>
      </a:accent5>
      <a:accent6>
        <a:srgbClr val="000000"/>
      </a:accent6>
      <a:hlink>
        <a:srgbClr val="0432FF"/>
      </a:hlink>
      <a:folHlink>
        <a:srgbClr val="3E7DA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240FCE-05D6-4FA3-8E2A-C671948FF452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86B610-B096-4E41-B3F3-0C3472EA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A4_a</Template>
  <TotalTime>91</TotalTime>
  <Pages>7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Elia Carnimeo</dc:creator>
  <cp:keywords/>
  <dc:description/>
  <cp:lastModifiedBy>Kosic Erika</cp:lastModifiedBy>
  <cp:revision>93</cp:revision>
  <cp:lastPrinted>2024-08-22T08:20:00Z</cp:lastPrinted>
  <dcterms:created xsi:type="dcterms:W3CDTF">2024-08-08T10:54:00Z</dcterms:created>
  <dcterms:modified xsi:type="dcterms:W3CDTF">2025-09-15T08:39:00Z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