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D057E" w14:textId="66E3D023" w:rsidR="00A37662" w:rsidRDefault="00EF0AFD">
      <w:r w:rsidRPr="00EF0AF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8218343" wp14:editId="4FE24E5B">
                <wp:simplePos x="0" y="0"/>
                <wp:positionH relativeFrom="column">
                  <wp:posOffset>3723005</wp:posOffset>
                </wp:positionH>
                <wp:positionV relativeFrom="paragraph">
                  <wp:posOffset>-784860</wp:posOffset>
                </wp:positionV>
                <wp:extent cx="1360800" cy="532800"/>
                <wp:effectExtent l="0" t="0" r="0" b="635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800" cy="53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78B1D9" w14:textId="77777777" w:rsidR="00EF0AFD" w:rsidRDefault="00EF0AFD" w:rsidP="00EF0AFD">
                            <w:r w:rsidRPr="00D85552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357422D0" wp14:editId="436858E2">
                                  <wp:extent cx="1076400" cy="396000"/>
                                  <wp:effectExtent l="0" t="0" r="0" b="4445"/>
                                  <wp:docPr id="5" name="Immagine 5" descr="C:\Users\a04185\Downloads\logo competition 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a04185\Downloads\logo competition 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6400" cy="39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218343" id="_x0000_t202" coordsize="21600,21600" o:spt="202" path="m,l,21600r21600,l21600,xe">
                <v:stroke joinstyle="miter"/>
                <v:path gradientshapeok="t" o:connecttype="rect"/>
              </v:shapetype>
              <v:shape id="Casella di testo 30" o:spid="_x0000_s1026" type="#_x0000_t202" style="position:absolute;left:0;text-align:left;margin-left:293.15pt;margin-top:-61.8pt;width:107.15pt;height:41.9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" filled="f" stroked="f" strokeweight=".5pt">
                <v:textbox>
                  <w:txbxContent>
                    <w:p w14:paraId="1578B1D9" w14:textId="77777777" w:rsidR="00EF0AFD" w:rsidRDefault="00EF0AFD" w:rsidP="00EF0AFD">
                      <w:r w:rsidRPr="00D85552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357422D0" wp14:editId="436858E2">
                            <wp:extent cx="1076400" cy="396000"/>
                            <wp:effectExtent l="0" t="0" r="0" b="4445"/>
                            <wp:docPr id="5" name="Immagine 5" descr="C:\Users\a04185\Downloads\logo competition 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a04185\Downloads\logo competition 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6400" cy="39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0C79218" wp14:editId="4DEA3BD1">
                <wp:simplePos x="0" y="0"/>
                <wp:positionH relativeFrom="column">
                  <wp:posOffset>3060700</wp:posOffset>
                </wp:positionH>
                <wp:positionV relativeFrom="paragraph">
                  <wp:posOffset>-810260</wp:posOffset>
                </wp:positionV>
                <wp:extent cx="849600" cy="583200"/>
                <wp:effectExtent l="0" t="0" r="0" b="762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00" cy="58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261CDE" w14:textId="77777777" w:rsidR="00EF0AFD" w:rsidRDefault="00EF0AFD" w:rsidP="00EF0AFD">
                            <w:r w:rsidRPr="00AC0CA3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2ACDAE9" wp14:editId="3C56D91D">
                                  <wp:extent cx="648000" cy="450000"/>
                                  <wp:effectExtent l="0" t="0" r="0" b="7620"/>
                                  <wp:docPr id="6" name="Immagine 6" descr="C:\Users\a04185\Desktop\European_Commission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04185\Desktop\European_Commission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000" cy="45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79218" id="Casella di testo 3" o:spid="_x0000_s1027" type="#_x0000_t202" style="position:absolute;left:0;text-align:left;margin-left:241pt;margin-top:-63.8pt;width:66.9pt;height:45.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" filled="f" stroked="f" strokeweight=".5pt">
                <v:textbox>
                  <w:txbxContent>
                    <w:p w14:paraId="41261CDE" w14:textId="77777777" w:rsidR="00EF0AFD" w:rsidRDefault="00EF0AFD" w:rsidP="00EF0AFD">
                      <w:r w:rsidRPr="00AC0CA3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2ACDAE9" wp14:editId="3C56D91D">
                            <wp:extent cx="648000" cy="450000"/>
                            <wp:effectExtent l="0" t="0" r="0" b="7620"/>
                            <wp:docPr id="6" name="Immagine 6" descr="C:\Users\a04185\Desktop\European_Commission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04185\Desktop\European_Commission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000" cy="45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54A6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749AD" wp14:editId="4BBDBE3F">
                <wp:simplePos x="0" y="0"/>
                <wp:positionH relativeFrom="column">
                  <wp:posOffset>-720090</wp:posOffset>
                </wp:positionH>
                <wp:positionV relativeFrom="paragraph">
                  <wp:posOffset>-1495598</wp:posOffset>
                </wp:positionV>
                <wp:extent cx="7564582" cy="10792287"/>
                <wp:effectExtent l="0" t="0" r="17780" b="15875"/>
                <wp:wrapNone/>
                <wp:docPr id="1584548465" name="Rettangolo 1584548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29373" id="Rettangolo 6" o:spid="_x0000_s1026" style="position:absolute;margin-left:-56.7pt;margin-top:-117.75pt;width:595.65pt;height:849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" fillcolor="#f2f2f2 [3052]" strokecolor="#040813 [484]" strokeweight="1pt"/>
            </w:pict>
          </mc:Fallback>
        </mc:AlternateContent>
      </w:r>
      <w:r w:rsidR="001C67B9" w:rsidRPr="00A37662">
        <w:rPr>
          <w:noProof/>
          <w:lang w:eastAsia="it-IT"/>
        </w:rPr>
        <w:drawing>
          <wp:anchor distT="0" distB="0" distL="114300" distR="114300" simplePos="0" relativeHeight="251658242" behindDoc="0" locked="0" layoutInCell="1" allowOverlap="1" wp14:anchorId="5AF3693F" wp14:editId="59EAD792">
            <wp:simplePos x="0" y="0"/>
            <wp:positionH relativeFrom="margin">
              <wp:posOffset>101</wp:posOffset>
            </wp:positionH>
            <wp:positionV relativeFrom="paragraph">
              <wp:posOffset>-784726</wp:posOffset>
            </wp:positionV>
            <wp:extent cx="6120130" cy="493725"/>
            <wp:effectExtent l="0" t="0" r="1270" b="1905"/>
            <wp:wrapNone/>
            <wp:docPr id="1491360603" name="Immagine 149136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360603" name="Immagin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7416" cy="52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89468" w14:textId="17CEB5DD" w:rsidR="00A37662" w:rsidRDefault="00054A6C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79A0222" wp14:editId="3FC3A33F">
                <wp:simplePos x="0" y="0"/>
                <wp:positionH relativeFrom="margin">
                  <wp:align>right</wp:align>
                </wp:positionH>
                <wp:positionV relativeFrom="paragraph">
                  <wp:posOffset>464337</wp:posOffset>
                </wp:positionV>
                <wp:extent cx="6120130" cy="2980481"/>
                <wp:effectExtent l="0" t="0" r="0" b="0"/>
                <wp:wrapNone/>
                <wp:docPr id="754220734" name="Casella di testo 754220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9804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95E081" w14:textId="77777777" w:rsidR="00095DD0" w:rsidRPr="0009085D" w:rsidRDefault="00095DD0" w:rsidP="00095DD0">
                            <w:pPr>
                              <w:pStyle w:val="Titolo"/>
                              <w:jc w:val="both"/>
                              <w:rPr>
                                <w:lang w:val="en-GB"/>
                              </w:rPr>
                            </w:pPr>
                            <w:r w:rsidRPr="0009085D">
                              <w:rPr>
                                <w:lang w:val="en-GB"/>
                              </w:rPr>
                              <w:t>STUDENTS4COOPERATION</w:t>
                            </w:r>
                          </w:p>
                          <w:p w14:paraId="0AD298F9" w14:textId="77777777" w:rsidR="00095DD0" w:rsidRPr="00BE2241" w:rsidRDefault="00095DD0" w:rsidP="00095DD0">
                            <w:pPr>
                              <w:rPr>
                                <w:b/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BE2241">
                              <w:rPr>
                                <w:b/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Srednješolsko Interreg tekmovanje</w:t>
                            </w:r>
                          </w:p>
                          <w:p w14:paraId="3090BAA7" w14:textId="77777777" w:rsidR="00726402" w:rsidRPr="00BE2241" w:rsidRDefault="00726402" w:rsidP="00726402">
                            <w:pPr>
                              <w:pStyle w:val="Titolo"/>
                              <w:jc w:val="both"/>
                              <w:rPr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</w:p>
                          <w:p w14:paraId="661A24BE" w14:textId="03408B4B" w:rsidR="00054A6C" w:rsidRPr="00BE2241" w:rsidRDefault="005F7CAA" w:rsidP="00054A6C">
                            <w:pPr>
                              <w:pStyle w:val="Titolo"/>
                              <w:jc w:val="both"/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BE2241">
                              <w:rPr>
                                <w:iCs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PRILOGA</w:t>
                            </w:r>
                            <w:r w:rsidR="00EF0AFD" w:rsidRPr="00BE2241">
                              <w:rPr>
                                <w:iCs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 xml:space="preserve"> 4B </w:t>
                            </w:r>
                            <w:r w:rsidRPr="00BE2241">
                              <w:rPr>
                                <w:iCs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–</w:t>
                            </w:r>
                            <w:r w:rsidR="00EF0AFD" w:rsidRPr="00BE2241">
                              <w:rPr>
                                <w:iCs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 xml:space="preserve"> </w:t>
                            </w:r>
                            <w:r w:rsidRPr="00BE2241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 xml:space="preserve">Obrazec za </w:t>
                            </w:r>
                            <w:r w:rsidR="0009085D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povzetek</w:t>
                            </w:r>
                          </w:p>
                          <w:p w14:paraId="7CB9304C" w14:textId="4DD04524" w:rsidR="00054A6C" w:rsidRPr="00F71069" w:rsidRDefault="00341349" w:rsidP="00054A6C">
                            <w:pPr>
                              <w:pStyle w:val="Titolo"/>
                              <w:jc w:val="both"/>
                              <w:rPr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F71069">
                              <w:rPr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Slovenščina in angleščina</w:t>
                            </w:r>
                          </w:p>
                          <w:p w14:paraId="07DC35D9" w14:textId="401B1E1A" w:rsidR="00054A6C" w:rsidRPr="00EF0AFD" w:rsidRDefault="00054A6C" w:rsidP="00054A6C">
                            <w:pPr>
                              <w:pStyle w:val="Titolo1"/>
                              <w:rPr>
                                <w:color w:val="1E3C87" w:themeColor="accen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A0222" id="Casella di testo 754220734" o:spid="_x0000_s1028" type="#_x0000_t202" style="position:absolute;left:0;text-align:left;margin-left:430.7pt;margin-top:36.55pt;width:481.9pt;height:234.7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" filled="f" stroked="f" strokeweight=".5pt">
                <v:textbox>
                  <w:txbxContent>
                    <w:p w14:paraId="4295E081" w14:textId="77777777" w:rsidR="00095DD0" w:rsidRPr="0009085D" w:rsidRDefault="00095DD0" w:rsidP="00095DD0">
                      <w:pPr>
                        <w:pStyle w:val="Titolo"/>
                        <w:jc w:val="both"/>
                        <w:rPr>
                          <w:lang w:val="en-GB"/>
                        </w:rPr>
                      </w:pPr>
                      <w:r w:rsidRPr="0009085D">
                        <w:rPr>
                          <w:lang w:val="en-GB"/>
                        </w:rPr>
                        <w:t>STUDENTS4COOPERATION</w:t>
                      </w:r>
                    </w:p>
                    <w:p w14:paraId="0AD298F9" w14:textId="77777777" w:rsidR="00095DD0" w:rsidRPr="00BE2241" w:rsidRDefault="00095DD0" w:rsidP="00095DD0">
                      <w:pPr>
                        <w:rPr>
                          <w:b/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  <w:r w:rsidRPr="00BE2241">
                        <w:rPr>
                          <w:b/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Srednješolsko Interreg tekmovanje</w:t>
                      </w:r>
                    </w:p>
                    <w:p w14:paraId="3090BAA7" w14:textId="77777777" w:rsidR="00726402" w:rsidRPr="00BE2241" w:rsidRDefault="00726402" w:rsidP="00726402">
                      <w:pPr>
                        <w:pStyle w:val="Titolo"/>
                        <w:jc w:val="both"/>
                        <w:rPr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</w:p>
                    <w:p w14:paraId="661A24BE" w14:textId="03408B4B" w:rsidR="00054A6C" w:rsidRPr="00BE2241" w:rsidRDefault="005F7CAA" w:rsidP="00054A6C">
                      <w:pPr>
                        <w:pStyle w:val="Titolo"/>
                        <w:jc w:val="both"/>
                        <w:rPr>
                          <w:iCs/>
                          <w:sz w:val="44"/>
                          <w:szCs w:val="44"/>
                          <w:lang w:val="sl-SI"/>
                        </w:rPr>
                      </w:pPr>
                      <w:r w:rsidRPr="00BE2241">
                        <w:rPr>
                          <w:iCs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PRILOGA</w:t>
                      </w:r>
                      <w:r w:rsidR="00EF0AFD" w:rsidRPr="00BE2241">
                        <w:rPr>
                          <w:iCs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 xml:space="preserve"> 4B </w:t>
                      </w:r>
                      <w:r w:rsidRPr="00BE2241">
                        <w:rPr>
                          <w:iCs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–</w:t>
                      </w:r>
                      <w:r w:rsidR="00EF0AFD" w:rsidRPr="00BE2241">
                        <w:rPr>
                          <w:iCs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 xml:space="preserve"> </w:t>
                      </w:r>
                      <w:r w:rsidRPr="00BE2241">
                        <w:rPr>
                          <w:iCs/>
                          <w:sz w:val="44"/>
                          <w:szCs w:val="44"/>
                          <w:lang w:val="sl-SI"/>
                        </w:rPr>
                        <w:t xml:space="preserve">Obrazec za </w:t>
                      </w:r>
                      <w:r w:rsidR="0009085D">
                        <w:rPr>
                          <w:iCs/>
                          <w:sz w:val="44"/>
                          <w:szCs w:val="44"/>
                          <w:lang w:val="sl-SI"/>
                        </w:rPr>
                        <w:t>povzetek</w:t>
                      </w:r>
                    </w:p>
                    <w:p w14:paraId="7CB9304C" w14:textId="4DD04524" w:rsidR="00054A6C" w:rsidRPr="00F71069" w:rsidRDefault="00341349" w:rsidP="00054A6C">
                      <w:pPr>
                        <w:pStyle w:val="Titolo"/>
                        <w:jc w:val="both"/>
                        <w:rPr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  <w:r w:rsidRPr="00F71069">
                        <w:rPr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Slovenščina in angleščina</w:t>
                      </w:r>
                    </w:p>
                    <w:p w14:paraId="07DC35D9" w14:textId="401B1E1A" w:rsidR="00054A6C" w:rsidRPr="00EF0AFD" w:rsidRDefault="00054A6C" w:rsidP="00054A6C">
                      <w:pPr>
                        <w:pStyle w:val="Titolo1"/>
                        <w:rPr>
                          <w:color w:val="1E3C87" w:themeColor="accent1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358A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CBE91B7" wp14:editId="502C8FC4">
                <wp:simplePos x="0" y="0"/>
                <wp:positionH relativeFrom="margin">
                  <wp:align>left</wp:align>
                </wp:positionH>
                <wp:positionV relativeFrom="paragraph">
                  <wp:posOffset>3484604</wp:posOffset>
                </wp:positionV>
                <wp:extent cx="2501265" cy="465455"/>
                <wp:effectExtent l="0" t="0" r="0" b="0"/>
                <wp:wrapNone/>
                <wp:docPr id="7637068" name="Casella di testo 7637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26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EE044" w14:textId="6F29972A" w:rsidR="00A37662" w:rsidRPr="009B7597" w:rsidRDefault="00EF0AFD">
                            <w:pP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</w:pPr>
                            <w:r w:rsidRPr="009B7597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  <w:t>Avgust</w:t>
                            </w:r>
                            <w:r w:rsidR="00A37662" w:rsidRPr="009B7597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E91B7" id="Casella di testo 7637068" o:spid="_x0000_s1029" type="#_x0000_t202" style="position:absolute;left:0;text-align:left;margin-left:0;margin-top:274.4pt;width:196.95pt;height:36.65pt;z-index:25165824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" filled="f" stroked="f" strokeweight=".5pt">
                <v:textbox>
                  <w:txbxContent>
                    <w:p w14:paraId="75EEE044" w14:textId="6F29972A" w:rsidR="00A37662" w:rsidRPr="009B7597" w:rsidRDefault="00EF0AFD">
                      <w:pP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</w:pPr>
                      <w:r w:rsidRPr="009B7597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  <w:t>Avgust</w:t>
                      </w:r>
                      <w:r w:rsidR="00A37662" w:rsidRPr="009B7597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  <w:t xml:space="preserve"> 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noProof/>
          <w:lang w:eastAsia="it-IT"/>
        </w:rPr>
        <w:drawing>
          <wp:anchor distT="0" distB="0" distL="114300" distR="114300" simplePos="0" relativeHeight="251658244" behindDoc="0" locked="0" layoutInCell="1" allowOverlap="1" wp14:anchorId="5EEE5EE4" wp14:editId="79BB44E4">
            <wp:simplePos x="0" y="0"/>
            <wp:positionH relativeFrom="column">
              <wp:posOffset>-865405</wp:posOffset>
            </wp:positionH>
            <wp:positionV relativeFrom="paragraph">
              <wp:posOffset>4461510</wp:posOffset>
            </wp:positionV>
            <wp:extent cx="7924072" cy="5576777"/>
            <wp:effectExtent l="0" t="0" r="1270" b="0"/>
            <wp:wrapNone/>
            <wp:docPr id="1145812468" name="Immagine 1145812468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072" cy="557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662">
        <w:br w:type="page"/>
      </w:r>
    </w:p>
    <w:p w14:paraId="084A7B0E" w14:textId="05AA291D" w:rsidR="00341349" w:rsidRPr="00750535" w:rsidRDefault="00341349" w:rsidP="00383924">
      <w:pPr>
        <w:rPr>
          <w:b/>
          <w:lang w:val="sl-SI"/>
        </w:rPr>
      </w:pPr>
      <w:r w:rsidRPr="00750535">
        <w:rPr>
          <w:b/>
          <w:lang w:val="sl-SI"/>
        </w:rPr>
        <w:lastRenderedPageBreak/>
        <w:t xml:space="preserve">Obrazec uporabite pri pisanju </w:t>
      </w:r>
      <w:r w:rsidR="00750535">
        <w:rPr>
          <w:b/>
          <w:lang w:val="sl-SI"/>
        </w:rPr>
        <w:t>povzetka</w:t>
      </w:r>
      <w:r w:rsidR="00750535" w:rsidRPr="00750535">
        <w:rPr>
          <w:b/>
          <w:lang w:val="sl-SI"/>
        </w:rPr>
        <w:t xml:space="preserve"> </w:t>
      </w:r>
      <w:r w:rsidRPr="00750535">
        <w:rPr>
          <w:b/>
          <w:lang w:val="sl-SI"/>
        </w:rPr>
        <w:t>va</w:t>
      </w:r>
      <w:r w:rsidR="00750535">
        <w:rPr>
          <w:b/>
          <w:lang w:val="sl-SI"/>
        </w:rPr>
        <w:t>š</w:t>
      </w:r>
      <w:r w:rsidRPr="00750535">
        <w:rPr>
          <w:b/>
          <w:lang w:val="sl-SI"/>
        </w:rPr>
        <w:t>e projektne ideje. Obrazec mora biti izpolnjen bodisi v slovenščini kot v angleščini</w:t>
      </w:r>
      <w:r w:rsidR="00750535">
        <w:rPr>
          <w:b/>
          <w:lang w:val="sl-SI"/>
        </w:rPr>
        <w:t>. Besedilo naj bo dolgo približno</w:t>
      </w:r>
      <w:r w:rsidRPr="00750535">
        <w:rPr>
          <w:b/>
          <w:lang w:val="sl-SI"/>
        </w:rPr>
        <w:t xml:space="preserve"> 400 besed (</w:t>
      </w:r>
      <w:r w:rsidR="00750535">
        <w:rPr>
          <w:b/>
          <w:lang w:val="sl-SI"/>
        </w:rPr>
        <w:t>font</w:t>
      </w:r>
      <w:r w:rsidRPr="00750535">
        <w:rPr>
          <w:b/>
          <w:lang w:val="sl-SI"/>
        </w:rPr>
        <w:t xml:space="preserve">: Times New Roman 11) v vsakem jeziku. </w:t>
      </w:r>
    </w:p>
    <w:p w14:paraId="2EF88A0D" w14:textId="77777777" w:rsidR="00383924" w:rsidRPr="00750535" w:rsidRDefault="00383924" w:rsidP="00383924">
      <w:pPr>
        <w:rPr>
          <w:lang w:val="sl-SI"/>
        </w:rPr>
      </w:pPr>
    </w:p>
    <w:p w14:paraId="01F16222" w14:textId="6E7507BC" w:rsidR="00383924" w:rsidRPr="00750535" w:rsidRDefault="00383924" w:rsidP="00726402">
      <w:pPr>
        <w:pStyle w:val="Titolo2"/>
        <w:rPr>
          <w:rFonts w:eastAsia="Calibri"/>
          <w:lang w:val="sl-SI"/>
        </w:rPr>
      </w:pPr>
      <w:r w:rsidRPr="00750535">
        <w:rPr>
          <w:rFonts w:eastAsia="Calibri"/>
          <w:lang w:val="sl-SI"/>
        </w:rPr>
        <w:t>A</w:t>
      </w:r>
      <w:r w:rsidR="00341349" w:rsidRPr="00750535">
        <w:rPr>
          <w:rFonts w:eastAsia="Calibri"/>
          <w:lang w:val="sl-SI"/>
        </w:rPr>
        <w:t>kronim projekta</w:t>
      </w:r>
      <w:r w:rsidRPr="00750535">
        <w:rPr>
          <w:rFonts w:eastAsia="Calibri"/>
          <w:lang w:val="sl-SI"/>
        </w:rPr>
        <w:t>:</w:t>
      </w:r>
    </w:p>
    <w:p w14:paraId="4187636B" w14:textId="08030045" w:rsidR="00383924" w:rsidRPr="00750535" w:rsidRDefault="00383924" w:rsidP="00383924">
      <w:pPr>
        <w:rPr>
          <w:lang w:val="sl-SI"/>
        </w:rPr>
      </w:pPr>
    </w:p>
    <w:p w14:paraId="5D552E17" w14:textId="26A3D1C3" w:rsidR="001C67B9" w:rsidRPr="00750535" w:rsidRDefault="00341349" w:rsidP="00726402">
      <w:pPr>
        <w:pStyle w:val="Titolo2"/>
        <w:rPr>
          <w:rFonts w:eastAsia="Calibri"/>
          <w:lang w:val="sl-SI"/>
        </w:rPr>
      </w:pPr>
      <w:r w:rsidRPr="00750535">
        <w:rPr>
          <w:rFonts w:eastAsia="Calibri"/>
          <w:lang w:val="sl-SI"/>
        </w:rPr>
        <w:t>Na kratko opišite vašo projektno idejo</w:t>
      </w:r>
      <w:r w:rsidR="00726402" w:rsidRPr="00750535">
        <w:rPr>
          <w:rFonts w:eastAsia="Calibri"/>
          <w:lang w:val="sl-SI"/>
        </w:rPr>
        <w:t>:</w:t>
      </w:r>
    </w:p>
    <w:p w14:paraId="369A619D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9454D6E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911E267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714F84A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CC2A40F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10F89A4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99FCB87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A49E4BE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3C3EFC5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5FD96D1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6659191D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B54DB56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5427040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8D3B343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E656D34" w14:textId="54523089" w:rsidR="00341349" w:rsidRPr="00750535" w:rsidRDefault="00341349" w:rsidP="00726402">
      <w:pPr>
        <w:pStyle w:val="Titolo2"/>
        <w:rPr>
          <w:lang w:val="sl-SI"/>
        </w:rPr>
      </w:pPr>
      <w:r w:rsidRPr="00750535">
        <w:rPr>
          <w:lang w:val="sl-SI"/>
        </w:rPr>
        <w:t>Na kakšen način vključuje akterje z obeh strani meje?</w:t>
      </w:r>
    </w:p>
    <w:p w14:paraId="1599E4F7" w14:textId="6087CCE3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4CC0CA9" w14:textId="77777777" w:rsidR="00341349" w:rsidRPr="00750535" w:rsidRDefault="00341349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0EEEA57A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4EA483F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91C407D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7B44E94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53A1E8D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614F8A0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5261A6D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955B3D0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0E66F0B4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71AF62E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AFE1D93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44E2A47" w14:textId="77777777" w:rsidR="009073D4" w:rsidRPr="00750535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A2BC6B5" w14:textId="1F6D5265" w:rsidR="00054A6C" w:rsidRDefault="00054A6C">
      <w:pPr>
        <w:jc w:val="left"/>
        <w:rPr>
          <w:i/>
          <w:iCs/>
          <w:lang w:val="sl-SI"/>
        </w:rPr>
      </w:pPr>
    </w:p>
    <w:p w14:paraId="02EC1475" w14:textId="11C60547" w:rsidR="009B7597" w:rsidRPr="00750535" w:rsidRDefault="009B7597">
      <w:pPr>
        <w:jc w:val="left"/>
        <w:rPr>
          <w:i/>
          <w:iCs/>
          <w:lang w:val="sl-SI"/>
        </w:rPr>
      </w:pPr>
      <w:r>
        <w:rPr>
          <w:i/>
          <w:iCs/>
          <w:lang w:val="sl-SI"/>
        </w:rPr>
        <w:t>Skupaj največ 400 besed.</w:t>
      </w:r>
    </w:p>
    <w:p w14:paraId="3CA51392" w14:textId="396D6687" w:rsidR="009073D4" w:rsidRDefault="009073D4" w:rsidP="009073D4">
      <w:pPr>
        <w:pStyle w:val="Titolo2"/>
        <w:rPr>
          <w:lang w:val="en-GB"/>
        </w:rPr>
      </w:pPr>
      <w:r w:rsidRPr="009073D4">
        <w:rPr>
          <w:lang w:val="en-GB"/>
        </w:rPr>
        <w:lastRenderedPageBreak/>
        <w:t>Shortly describe your project idea:</w:t>
      </w:r>
    </w:p>
    <w:p w14:paraId="547508BD" w14:textId="0770F0D6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9140C09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E1FA2EE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B90266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64B4184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10994F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6B64074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1F518A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2601E0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456E588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D1ED69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0564B61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8AB4B1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BB3E9B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95DD84F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6680E8D" w14:textId="4654B669" w:rsidR="009073D4" w:rsidRDefault="009073D4" w:rsidP="009073D4">
      <w:pPr>
        <w:pStyle w:val="Titolo2"/>
        <w:rPr>
          <w:lang w:val="en-GB"/>
        </w:rPr>
      </w:pPr>
      <w:r>
        <w:rPr>
          <w:lang w:val="en-GB"/>
        </w:rPr>
        <w:t>How does the project involve actors from both countries?</w:t>
      </w:r>
    </w:p>
    <w:p w14:paraId="1CF40FD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836689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6438FF6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BF4CD8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8EBA764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29BAB5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409C223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E47C1D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30D7A9B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EA1CA6F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E825327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24DB756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BBD04A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BB20CC2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56630C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28A2589" w14:textId="77777777" w:rsidR="009B7597" w:rsidRDefault="009B7597" w:rsidP="009B7597">
      <w:pPr>
        <w:rPr>
          <w:lang w:val="en-GB"/>
        </w:rPr>
      </w:pPr>
    </w:p>
    <w:p w14:paraId="64C835EF" w14:textId="484246F3" w:rsidR="009B7597" w:rsidRPr="009B7597" w:rsidRDefault="009B7597" w:rsidP="009B7597">
      <w:pPr>
        <w:rPr>
          <w:i/>
          <w:iCs/>
          <w:lang w:val="en-GB"/>
        </w:rPr>
      </w:pPr>
      <w:r w:rsidRPr="009B7597">
        <w:rPr>
          <w:i/>
          <w:iCs/>
          <w:lang w:val="en-GB"/>
        </w:rPr>
        <w:t>Total number of words for the two sections: 400.</w:t>
      </w:r>
    </w:p>
    <w:sectPr w:rsidR="009B7597" w:rsidRPr="009B7597" w:rsidSect="00E358AA">
      <w:headerReference w:type="default" r:id="rId16"/>
      <w:footerReference w:type="even" r:id="rId17"/>
      <w:footerReference w:type="default" r:id="rId18"/>
      <w:pgSz w:w="11906" w:h="16838"/>
      <w:pgMar w:top="2268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6693D" w14:textId="77777777" w:rsidR="00DD425C" w:rsidRDefault="00DD425C" w:rsidP="00A37662">
      <w:r>
        <w:separator/>
      </w:r>
    </w:p>
  </w:endnote>
  <w:endnote w:type="continuationSeparator" w:id="0">
    <w:p w14:paraId="3264985D" w14:textId="77777777" w:rsidR="00DD425C" w:rsidRDefault="00DD425C" w:rsidP="00A37662">
      <w:r>
        <w:continuationSeparator/>
      </w:r>
    </w:p>
  </w:endnote>
  <w:endnote w:type="continuationNotice" w:id="1">
    <w:p w14:paraId="26C47885" w14:textId="77777777" w:rsidR="005C52B4" w:rsidRDefault="005C52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2987DF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E4E2358" w14:textId="77777777" w:rsidR="001C67B9" w:rsidRDefault="001C67B9" w:rsidP="001C6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8897DFC" w14:textId="6779E2A6" w:rsidR="001C67B9" w:rsidRPr="001C67B9" w:rsidRDefault="001C67B9" w:rsidP="001C67B9">
        <w:pPr>
          <w:pStyle w:val="Pidipagina"/>
          <w:framePr w:wrap="none" w:vAnchor="text" w:hAnchor="page" w:x="10483" w:y="442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F71069">
          <w:rPr>
            <w:rStyle w:val="Numeropagina"/>
            <w:rFonts w:cs="Open Sans"/>
            <w:noProof/>
            <w:color w:val="1E3D86"/>
          </w:rPr>
          <w:t>1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3DB3027D" w14:textId="77777777" w:rsidR="001C67B9" w:rsidRDefault="001C67B9" w:rsidP="001C67B9">
    <w:pPr>
      <w:pStyle w:val="Pidipagina"/>
      <w:ind w:right="360"/>
    </w:pPr>
    <w:r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A4DFB86" wp14:editId="5CB71008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6032500" cy="101600"/>
          <wp:effectExtent l="0" t="0" r="0" b="0"/>
          <wp:wrapSquare wrapText="bothSides"/>
          <wp:docPr id="1303034284" name="Immagine 1303034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B327A" w14:textId="77777777" w:rsidR="00DD425C" w:rsidRDefault="00DD425C" w:rsidP="00A37662">
      <w:r>
        <w:separator/>
      </w:r>
    </w:p>
  </w:footnote>
  <w:footnote w:type="continuationSeparator" w:id="0">
    <w:p w14:paraId="6E7F155B" w14:textId="77777777" w:rsidR="00DD425C" w:rsidRDefault="00DD425C" w:rsidP="00A37662">
      <w:r>
        <w:continuationSeparator/>
      </w:r>
    </w:p>
  </w:footnote>
  <w:footnote w:type="continuationNotice" w:id="1">
    <w:p w14:paraId="270DB25D" w14:textId="77777777" w:rsidR="005C52B4" w:rsidRDefault="005C52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20C5" w14:textId="61C02CBF" w:rsidR="00A37662" w:rsidRDefault="005C0FC9" w:rsidP="00A37662">
    <w:pPr>
      <w:pStyle w:val="Intestazione"/>
      <w:jc w:val="left"/>
    </w:pPr>
    <w:r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1310F424" wp14:editId="0DA55757">
          <wp:simplePos x="0" y="0"/>
          <wp:positionH relativeFrom="column">
            <wp:posOffset>3816350</wp:posOffset>
          </wp:positionH>
          <wp:positionV relativeFrom="paragraph">
            <wp:posOffset>57785</wp:posOffset>
          </wp:positionV>
          <wp:extent cx="1076400" cy="396000"/>
          <wp:effectExtent l="0" t="0" r="0" b="4445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00" cy="39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2486"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05171F43" wp14:editId="551F8904">
          <wp:simplePos x="0" y="0"/>
          <wp:positionH relativeFrom="column">
            <wp:posOffset>3085465</wp:posOffset>
          </wp:positionH>
          <wp:positionV relativeFrom="page">
            <wp:posOffset>449580</wp:posOffset>
          </wp:positionV>
          <wp:extent cx="648000" cy="450000"/>
          <wp:effectExtent l="0" t="0" r="0" b="7620"/>
          <wp:wrapNone/>
          <wp:docPr id="28" name="Immagine 28" descr="C:\Users\a04185\AppData\Local\Temp\564f724f-9f34-4e36-8e74-346bbd173da7_standard-pos-jpg-high-all.zip.da7\jpg-hr\en\logo_ce-en-rvb-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04185\AppData\Local\Temp\564f724f-9f34-4e36-8e74-346bbd173da7_standard-pos-jpg-high-all.zip.da7\jpg-hr\en\logo_ce-en-rvb-h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5AC8">
      <w:rPr>
        <w:noProof/>
        <w:lang w:eastAsia="it-IT"/>
      </w:rPr>
      <w:drawing>
        <wp:inline distT="0" distB="0" distL="0" distR="0" wp14:anchorId="23C268FE" wp14:editId="74429B55">
          <wp:extent cx="6109487" cy="492866"/>
          <wp:effectExtent l="0" t="0" r="0" b="2540"/>
          <wp:docPr id="856770599" name="Immagine 856770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770599" name="Immagin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3480" cy="500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37662">
      <w:t xml:space="preserve"> </w:t>
    </w:r>
    <w:r w:rsidR="00A37662">
      <w:tab/>
    </w:r>
    <w:r w:rsidR="00A3766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AA"/>
    <w:rsid w:val="00054A6C"/>
    <w:rsid w:val="0009085D"/>
    <w:rsid w:val="00095DD0"/>
    <w:rsid w:val="000E049C"/>
    <w:rsid w:val="000F1A84"/>
    <w:rsid w:val="00112EBB"/>
    <w:rsid w:val="00175AC8"/>
    <w:rsid w:val="001C67B9"/>
    <w:rsid w:val="002A13CE"/>
    <w:rsid w:val="002A78C7"/>
    <w:rsid w:val="0033569E"/>
    <w:rsid w:val="00340333"/>
    <w:rsid w:val="00341349"/>
    <w:rsid w:val="00365109"/>
    <w:rsid w:val="00383924"/>
    <w:rsid w:val="00443B6D"/>
    <w:rsid w:val="004708D6"/>
    <w:rsid w:val="005C0FC9"/>
    <w:rsid w:val="005C52B4"/>
    <w:rsid w:val="005F7CAA"/>
    <w:rsid w:val="00600084"/>
    <w:rsid w:val="006D1C69"/>
    <w:rsid w:val="00726402"/>
    <w:rsid w:val="00750535"/>
    <w:rsid w:val="00772FAF"/>
    <w:rsid w:val="007A4254"/>
    <w:rsid w:val="007C784E"/>
    <w:rsid w:val="0081045B"/>
    <w:rsid w:val="00821F1E"/>
    <w:rsid w:val="008927A0"/>
    <w:rsid w:val="009073D4"/>
    <w:rsid w:val="00914D4F"/>
    <w:rsid w:val="0093154A"/>
    <w:rsid w:val="009816E1"/>
    <w:rsid w:val="00982DCB"/>
    <w:rsid w:val="00997088"/>
    <w:rsid w:val="009B7597"/>
    <w:rsid w:val="009E296C"/>
    <w:rsid w:val="00A37662"/>
    <w:rsid w:val="00A74CFE"/>
    <w:rsid w:val="00AF1BA1"/>
    <w:rsid w:val="00BD2EEC"/>
    <w:rsid w:val="00BD30B4"/>
    <w:rsid w:val="00BE1C2E"/>
    <w:rsid w:val="00BE2241"/>
    <w:rsid w:val="00C56503"/>
    <w:rsid w:val="00C840FE"/>
    <w:rsid w:val="00CE161D"/>
    <w:rsid w:val="00CE1E22"/>
    <w:rsid w:val="00CE261A"/>
    <w:rsid w:val="00D21887"/>
    <w:rsid w:val="00D4559A"/>
    <w:rsid w:val="00DD425C"/>
    <w:rsid w:val="00E358AA"/>
    <w:rsid w:val="00E66154"/>
    <w:rsid w:val="00EC3179"/>
    <w:rsid w:val="00EF0AFD"/>
    <w:rsid w:val="00F71069"/>
    <w:rsid w:val="00FA4C0F"/>
    <w:rsid w:val="00FA5739"/>
    <w:rsid w:val="00FB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6E3C5E"/>
  <w15:chartTrackingRefBased/>
  <w15:docId w15:val="{4FD38AF8-FA26-478E-9B30-442C6003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162C6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2C6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162C64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1E3C87" w:themeColor="accent1"/>
        <w:left w:val="single" w:sz="4" w:space="0" w:color="1E3C87" w:themeColor="accent1"/>
        <w:bottom w:val="single" w:sz="4" w:space="0" w:color="1E3C87" w:themeColor="accent1"/>
        <w:right w:val="single" w:sz="4" w:space="0" w:color="1E3C8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37662"/>
    <w:rPr>
      <w:rFonts w:eastAsiaTheme="majorEastAsia" w:cstheme="majorBidi"/>
      <w:color w:val="162C6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162C6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162C64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162C6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162C64" w:themeColor="accent1" w:themeShade="BF"/>
        <w:bottom w:val="single" w:sz="4" w:space="10" w:color="162C64" w:themeColor="accent1" w:themeShade="BF"/>
      </w:pBdr>
      <w:spacing w:before="360" w:after="360"/>
      <w:ind w:left="864" w:right="864"/>
      <w:jc w:val="center"/>
    </w:pPr>
    <w:rPr>
      <w:i/>
      <w:iCs/>
      <w:color w:val="162C6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162C6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162C6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Revisione">
    <w:name w:val="Revision"/>
    <w:hidden/>
    <w:uiPriority w:val="99"/>
    <w:semiHidden/>
    <w:rsid w:val="0009085D"/>
    <w:rPr>
      <w:rFonts w:ascii="Open Sans" w:hAnsi="Open Sans"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0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73\Desktop\comunicazione%20VEC\NUOVA%20GRAFICA\A4_a.dotx" TargetMode="External"/></Relationships>
</file>

<file path=word/theme/theme1.xml><?xml version="1.0" encoding="utf-8"?>
<a:theme xmlns:a="http://schemas.openxmlformats.org/drawingml/2006/main" name="Tema di Office">
  <a:themeElements>
    <a:clrScheme name="ITA-SLO">
      <a:dk1>
        <a:srgbClr val="000000"/>
      </a:dk1>
      <a:lt1>
        <a:srgbClr val="FFFFFF"/>
      </a:lt1>
      <a:dk2>
        <a:srgbClr val="1D1D1B"/>
      </a:dk2>
      <a:lt2>
        <a:srgbClr val="F6F6F6"/>
      </a:lt2>
      <a:accent1>
        <a:srgbClr val="1E3C87"/>
      </a:accent1>
      <a:accent2>
        <a:srgbClr val="8CC315"/>
      </a:accent2>
      <a:accent3>
        <a:srgbClr val="2CB1A3"/>
      </a:accent3>
      <a:accent4>
        <a:srgbClr val="0F71B5"/>
      </a:accent4>
      <a:accent5>
        <a:srgbClr val="DC5D58"/>
      </a:accent5>
      <a:accent6>
        <a:srgbClr val="000000"/>
      </a:accent6>
      <a:hlink>
        <a:srgbClr val="0432FF"/>
      </a:hlink>
      <a:folHlink>
        <a:srgbClr val="3E7DA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40FCE-05D6-4FA3-8E2A-C671948FF452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B91CC7-5CD9-4203-B604-9647569D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A4_a</Template>
  <TotalTime>34</TotalTime>
  <Pages>3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Elia Carnimeo</dc:creator>
  <cp:keywords/>
  <dc:description/>
  <cp:lastModifiedBy>Hrvatic Katja</cp:lastModifiedBy>
  <cp:revision>22</cp:revision>
  <dcterms:created xsi:type="dcterms:W3CDTF">2024-07-12T08:44:00Z</dcterms:created>
  <dcterms:modified xsi:type="dcterms:W3CDTF">2024-08-26T09:14:00Z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